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AE8" w:rsidRDefault="00B90AE8">
      <w:pPr>
        <w:pStyle w:val="ConsPlusTitlePage"/>
      </w:pPr>
      <w:bookmarkStart w:id="0" w:name="_GoBack"/>
      <w:bookmarkEnd w:id="0"/>
      <w:r>
        <w:t xml:space="preserve">Документ предоставлен </w:t>
      </w:r>
      <w:hyperlink r:id="rId5" w:history="1">
        <w:proofErr w:type="spellStart"/>
        <w:r>
          <w:rPr>
            <w:color w:val="0000FF"/>
          </w:rPr>
          <w:t>КонсультантПлюс</w:t>
        </w:r>
        <w:proofErr w:type="spellEnd"/>
      </w:hyperlink>
      <w:r>
        <w:br/>
      </w:r>
    </w:p>
    <w:p w:rsidR="00B90AE8" w:rsidRDefault="00B90AE8">
      <w:pPr>
        <w:pStyle w:val="ConsPlusNormal"/>
        <w:jc w:val="cente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B90AE8">
        <w:tc>
          <w:tcPr>
            <w:tcW w:w="4677" w:type="dxa"/>
            <w:tcBorders>
              <w:top w:val="nil"/>
              <w:left w:val="nil"/>
              <w:bottom w:val="nil"/>
              <w:right w:val="nil"/>
            </w:tcBorders>
          </w:tcPr>
          <w:p w:rsidR="00B90AE8" w:rsidRDefault="00B90AE8">
            <w:pPr>
              <w:pStyle w:val="ConsPlusNormal"/>
            </w:pPr>
            <w:r>
              <w:t>1 апреля 2016 года</w:t>
            </w:r>
          </w:p>
        </w:tc>
        <w:tc>
          <w:tcPr>
            <w:tcW w:w="4677" w:type="dxa"/>
            <w:tcBorders>
              <w:top w:val="nil"/>
              <w:left w:val="nil"/>
              <w:bottom w:val="nil"/>
              <w:right w:val="nil"/>
            </w:tcBorders>
          </w:tcPr>
          <w:p w:rsidR="00B90AE8" w:rsidRDefault="00B90AE8">
            <w:pPr>
              <w:pStyle w:val="ConsPlusNormal"/>
              <w:jc w:val="right"/>
            </w:pPr>
            <w:r>
              <w:t>N 147</w:t>
            </w:r>
          </w:p>
        </w:tc>
      </w:tr>
    </w:tbl>
    <w:p w:rsidR="00B90AE8" w:rsidRDefault="00B90AE8">
      <w:pPr>
        <w:pStyle w:val="ConsPlusNormal"/>
        <w:pBdr>
          <w:top w:val="single" w:sz="6" w:space="0" w:color="auto"/>
        </w:pBdr>
        <w:spacing w:before="100" w:after="100"/>
        <w:jc w:val="both"/>
        <w:rPr>
          <w:sz w:val="2"/>
          <w:szCs w:val="2"/>
        </w:rPr>
      </w:pPr>
    </w:p>
    <w:p w:rsidR="00B90AE8" w:rsidRDefault="00B90AE8">
      <w:pPr>
        <w:pStyle w:val="ConsPlusNormal"/>
        <w:jc w:val="center"/>
      </w:pPr>
    </w:p>
    <w:p w:rsidR="00B90AE8" w:rsidRDefault="00B90AE8">
      <w:pPr>
        <w:pStyle w:val="ConsPlusTitle"/>
        <w:jc w:val="center"/>
      </w:pPr>
      <w:r>
        <w:t>УКАЗ</w:t>
      </w:r>
    </w:p>
    <w:p w:rsidR="00B90AE8" w:rsidRDefault="00B90AE8">
      <w:pPr>
        <w:pStyle w:val="ConsPlusTitle"/>
        <w:jc w:val="center"/>
      </w:pPr>
    </w:p>
    <w:p w:rsidR="00B90AE8" w:rsidRDefault="00B90AE8">
      <w:pPr>
        <w:pStyle w:val="ConsPlusTitle"/>
        <w:jc w:val="center"/>
      </w:pPr>
      <w:r>
        <w:t>ПРЕЗИДЕНТА РОССИЙСКОЙ ФЕДЕРАЦИИ</w:t>
      </w:r>
    </w:p>
    <w:p w:rsidR="00B90AE8" w:rsidRDefault="00B90AE8">
      <w:pPr>
        <w:pStyle w:val="ConsPlusTitle"/>
        <w:jc w:val="center"/>
      </w:pPr>
    </w:p>
    <w:p w:rsidR="00B90AE8" w:rsidRDefault="00B90AE8">
      <w:pPr>
        <w:pStyle w:val="ConsPlusTitle"/>
        <w:jc w:val="center"/>
      </w:pPr>
      <w:r>
        <w:t>О НАЦИОНАЛЬНОМ ПЛАНЕ</w:t>
      </w:r>
    </w:p>
    <w:p w:rsidR="00B90AE8" w:rsidRDefault="00B90AE8">
      <w:pPr>
        <w:pStyle w:val="ConsPlusTitle"/>
        <w:jc w:val="center"/>
      </w:pPr>
      <w:r>
        <w:t>ПРОТИВОДЕЙСТВИЯ КОРРУПЦИИ НА 2016 - 2017 ГОДЫ</w:t>
      </w:r>
    </w:p>
    <w:p w:rsidR="00B90AE8" w:rsidRDefault="00B90AE8">
      <w:pPr>
        <w:pStyle w:val="ConsPlusNormal"/>
        <w:ind w:firstLine="540"/>
        <w:jc w:val="both"/>
      </w:pPr>
    </w:p>
    <w:p w:rsidR="00B90AE8" w:rsidRDefault="00B90AE8">
      <w:pPr>
        <w:pStyle w:val="ConsPlusNormal"/>
        <w:ind w:firstLine="540"/>
        <w:jc w:val="both"/>
      </w:pPr>
      <w:r>
        <w:t xml:space="preserve">В соответствии с </w:t>
      </w:r>
      <w:hyperlink r:id="rId6" w:history="1">
        <w:r>
          <w:rPr>
            <w:color w:val="0000FF"/>
          </w:rPr>
          <w:t>пунктом 1 части 1 статьи 5</w:t>
        </w:r>
      </w:hyperlink>
      <w:r>
        <w:t xml:space="preserve"> Федерального закона от 25 декабря 2008 г. N 273-ФЗ "О противодействии коррупции" постановляю:</w:t>
      </w:r>
    </w:p>
    <w:p w:rsidR="00B90AE8" w:rsidRDefault="00B90AE8">
      <w:pPr>
        <w:pStyle w:val="ConsPlusNormal"/>
        <w:ind w:firstLine="540"/>
        <w:jc w:val="both"/>
      </w:pPr>
      <w:r>
        <w:t xml:space="preserve">1. Утвердить прилагаемый Национальный </w:t>
      </w:r>
      <w:hyperlink w:anchor="P57" w:history="1">
        <w:r>
          <w:rPr>
            <w:color w:val="0000FF"/>
          </w:rPr>
          <w:t>план</w:t>
        </w:r>
      </w:hyperlink>
      <w:r>
        <w:t xml:space="preserve"> противодействия коррупции на 2016 - 2017 годы.</w:t>
      </w:r>
    </w:p>
    <w:p w:rsidR="00B90AE8" w:rsidRDefault="00B90AE8">
      <w:pPr>
        <w:pStyle w:val="ConsPlusNormal"/>
        <w:ind w:firstLine="540"/>
        <w:jc w:val="both"/>
      </w:pPr>
      <w:bookmarkStart w:id="1" w:name="P13"/>
      <w:bookmarkEnd w:id="1"/>
      <w:r>
        <w:t xml:space="preserve">2. </w:t>
      </w:r>
      <w:proofErr w:type="gramStart"/>
      <w:r>
        <w:t xml:space="preserve">Руководителям федеральных государственных органов, руководствуясь Национальной </w:t>
      </w:r>
      <w:hyperlink r:id="rId7" w:history="1">
        <w:r>
          <w:rPr>
            <w:color w:val="0000FF"/>
          </w:rPr>
          <w:t>стратегией</w:t>
        </w:r>
      </w:hyperlink>
      <w:r>
        <w:t xml:space="preserve"> противодействия коррупции, </w:t>
      </w:r>
      <w:proofErr w:type="spellStart"/>
      <w:r>
        <w:t>утвержденной</w:t>
      </w:r>
      <w:proofErr w:type="spellEnd"/>
      <w:r>
        <w:t xml:space="preserve"> Указом Президента Российской Федерации от 13 апреля 2010 г. N 460, и Национальным </w:t>
      </w:r>
      <w:hyperlink w:anchor="P57" w:history="1">
        <w:r>
          <w:rPr>
            <w:color w:val="0000FF"/>
          </w:rPr>
          <w:t>планом</w:t>
        </w:r>
      </w:hyperlink>
      <w:r>
        <w:t xml:space="preserve"> противодействия коррупции на 2016 - 2017 годы, </w:t>
      </w:r>
      <w:proofErr w:type="spellStart"/>
      <w:r>
        <w:t>утвержденным</w:t>
      </w:r>
      <w:proofErr w:type="spellEnd"/>
      <w:r>
        <w:t xml:space="preserve"> настоящим Указом, обеспечить внесение до 15 мая 2016 г. в планы по противодействию коррупции федеральных государственных органов изменений, направленных на достижение конкретных результатов в работе по предупреждению коррупции, минимизации</w:t>
      </w:r>
      <w:proofErr w:type="gramEnd"/>
      <w:r>
        <w:t xml:space="preserve"> и (или) ликвидации последствий коррупционных правонарушений, а также </w:t>
      </w:r>
      <w:proofErr w:type="gramStart"/>
      <w:r>
        <w:t>контроль за</w:t>
      </w:r>
      <w:proofErr w:type="gramEnd"/>
      <w:r>
        <w:t xml:space="preserve"> выполнением мероприятий, предусмотренных этими планами.</w:t>
      </w:r>
    </w:p>
    <w:p w:rsidR="00B90AE8" w:rsidRDefault="00B90AE8">
      <w:pPr>
        <w:pStyle w:val="ConsPlusNormal"/>
        <w:ind w:firstLine="540"/>
        <w:jc w:val="both"/>
      </w:pPr>
      <w:r>
        <w:t xml:space="preserve">3. Руководителям федеральных государственных органов, за исключением руководителей федеральных государственных органов, руководство деятельностью которых осуществляет Правительство Российской Федерации, до 10 июня 2016 г. представить в президиум Совета при Президенте Российской Федерации по противодействию коррупции доклад о результатах исполнения </w:t>
      </w:r>
      <w:hyperlink w:anchor="P13" w:history="1">
        <w:r>
          <w:rPr>
            <w:color w:val="0000FF"/>
          </w:rPr>
          <w:t>пункта 2</w:t>
        </w:r>
      </w:hyperlink>
      <w:r>
        <w:t xml:space="preserve"> настоящего Указа.</w:t>
      </w:r>
    </w:p>
    <w:p w:rsidR="00B90AE8" w:rsidRDefault="00B90AE8">
      <w:pPr>
        <w:pStyle w:val="ConsPlusNormal"/>
        <w:ind w:firstLine="540"/>
        <w:jc w:val="both"/>
      </w:pPr>
      <w:r>
        <w:t xml:space="preserve">4. Руководителям федеральных государственных органов, руководство деятельностью которых осуществляет Правительство Российской Федерации, до 20 мая 2016 г. представить в уполномоченный Правительством Российской Федерации федеральный государственный орган доклад о результатах исполнения </w:t>
      </w:r>
      <w:hyperlink w:anchor="P13" w:history="1">
        <w:r>
          <w:rPr>
            <w:color w:val="0000FF"/>
          </w:rPr>
          <w:t>пункта 2</w:t>
        </w:r>
      </w:hyperlink>
      <w:r>
        <w:t xml:space="preserve"> настоящего Указа для подготовки проекта сводного доклада.</w:t>
      </w:r>
    </w:p>
    <w:p w:rsidR="00B90AE8" w:rsidRDefault="00B90AE8">
      <w:pPr>
        <w:pStyle w:val="ConsPlusNormal"/>
        <w:ind w:firstLine="540"/>
        <w:jc w:val="both"/>
      </w:pPr>
      <w:r>
        <w:t>5. Правительству Российской Федерации до 10 июня 2016 г. представить в президиум Совета при Президенте Российской Федерации по противодействию коррупции сводный доклад.</w:t>
      </w:r>
    </w:p>
    <w:p w:rsidR="00B90AE8" w:rsidRDefault="00B90AE8">
      <w:pPr>
        <w:pStyle w:val="ConsPlusNormal"/>
        <w:ind w:firstLine="540"/>
        <w:jc w:val="both"/>
      </w:pPr>
      <w:r>
        <w:t>6. Рекомендовать Верховному Суду Российской Федерации:</w:t>
      </w:r>
    </w:p>
    <w:p w:rsidR="00B90AE8" w:rsidRDefault="00B90AE8">
      <w:pPr>
        <w:pStyle w:val="ConsPlusNormal"/>
        <w:ind w:firstLine="540"/>
        <w:jc w:val="both"/>
      </w:pPr>
      <w:bookmarkStart w:id="2" w:name="P18"/>
      <w:bookmarkEnd w:id="2"/>
      <w:r>
        <w:t>а) подготовить и утвердить:</w:t>
      </w:r>
    </w:p>
    <w:p w:rsidR="00B90AE8" w:rsidRDefault="00B90AE8">
      <w:pPr>
        <w:pStyle w:val="ConsPlusNormal"/>
        <w:ind w:firstLine="540"/>
        <w:jc w:val="both"/>
      </w:pPr>
      <w:r>
        <w:t xml:space="preserve">обзор судебной практики по делам, связанным с разрешением споров о применении </w:t>
      </w:r>
      <w:hyperlink r:id="rId8" w:history="1">
        <w:r>
          <w:rPr>
            <w:color w:val="0000FF"/>
          </w:rPr>
          <w:t>пункта 9 части 1 статьи 31</w:t>
        </w:r>
      </w:hyperlink>
      <w:r>
        <w:t xml:space="preserve">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 до 1 ноября 2016 г.;</w:t>
      </w:r>
    </w:p>
    <w:p w:rsidR="00B90AE8" w:rsidRDefault="00B90AE8">
      <w:pPr>
        <w:pStyle w:val="ConsPlusNormal"/>
        <w:ind w:firstLine="540"/>
        <w:jc w:val="both"/>
      </w:pPr>
      <w:r>
        <w:t xml:space="preserve">обзор судебной практики по делам, связанным с привлечением к административной ответственности, предусмотренной </w:t>
      </w:r>
      <w:hyperlink r:id="rId9" w:history="1">
        <w:proofErr w:type="spellStart"/>
        <w:r>
          <w:rPr>
            <w:color w:val="0000FF"/>
          </w:rPr>
          <w:t>статьей</w:t>
        </w:r>
        <w:proofErr w:type="spellEnd"/>
        <w:r>
          <w:rPr>
            <w:color w:val="0000FF"/>
          </w:rPr>
          <w:t xml:space="preserve"> 19.29</w:t>
        </w:r>
      </w:hyperlink>
      <w:r>
        <w:t xml:space="preserve"> Кодекса Российской Федерации об административных правонарушениях, - до 1 декабря 2016 г.;</w:t>
      </w:r>
    </w:p>
    <w:p w:rsidR="00B90AE8" w:rsidRDefault="00B90AE8">
      <w:pPr>
        <w:pStyle w:val="ConsPlusNormal"/>
        <w:ind w:firstLine="540"/>
        <w:jc w:val="both"/>
      </w:pPr>
      <w:r>
        <w:t>обзор судебной практики по делам, связанным с разрешением споров об обращении в доход государства имущества, в отношении которого отсутствуют доказательства приобретения на законные доходы, - до 1 июля 2017 г.;</w:t>
      </w:r>
    </w:p>
    <w:p w:rsidR="00B90AE8" w:rsidRDefault="00B90AE8">
      <w:pPr>
        <w:pStyle w:val="ConsPlusNormal"/>
        <w:ind w:firstLine="540"/>
        <w:jc w:val="both"/>
      </w:pPr>
      <w:r>
        <w:t xml:space="preserve">б) обеспечить опубликование в установленном порядке обзоров судебной практики, указанных в </w:t>
      </w:r>
      <w:hyperlink w:anchor="P18" w:history="1">
        <w:r>
          <w:rPr>
            <w:color w:val="0000FF"/>
          </w:rPr>
          <w:t>подпункте "а"</w:t>
        </w:r>
      </w:hyperlink>
      <w:r>
        <w:t xml:space="preserve"> настоящего пункта;</w:t>
      </w:r>
    </w:p>
    <w:p w:rsidR="00B90AE8" w:rsidRDefault="00B90AE8">
      <w:pPr>
        <w:pStyle w:val="ConsPlusNormal"/>
        <w:ind w:firstLine="540"/>
        <w:jc w:val="both"/>
      </w:pPr>
      <w:bookmarkStart w:id="3" w:name="P23"/>
      <w:bookmarkEnd w:id="3"/>
      <w:r>
        <w:t>в) совместно с Судебным департаментом при Верховном Суде Российской Федерации:</w:t>
      </w:r>
    </w:p>
    <w:p w:rsidR="00B90AE8" w:rsidRDefault="00B90AE8">
      <w:pPr>
        <w:pStyle w:val="ConsPlusNormal"/>
        <w:ind w:firstLine="540"/>
        <w:jc w:val="both"/>
      </w:pPr>
      <w:r>
        <w:t xml:space="preserve">доработать с </w:t>
      </w:r>
      <w:proofErr w:type="spellStart"/>
      <w:r>
        <w:t>учетом</w:t>
      </w:r>
      <w:proofErr w:type="spellEnd"/>
      <w:r>
        <w:t xml:space="preserve"> правоприменительной практики Методические </w:t>
      </w:r>
      <w:hyperlink r:id="rId10" w:history="1">
        <w:r>
          <w:rPr>
            <w:color w:val="0000FF"/>
          </w:rPr>
          <w:t>рекомендации</w:t>
        </w:r>
      </w:hyperlink>
      <w:r>
        <w:t xml:space="preserve"> по заполнению судьями и работниками аппаратов судов справок о доходах, расходах, об имуществе </w:t>
      </w:r>
      <w:r>
        <w:lastRenderedPageBreak/>
        <w:t>и обязательствах имущественного характера, а также справок о доходах, расходах, об имуществе и обязательствах имущественного характера своих супруги (супруга) и несовершеннолетних детей;</w:t>
      </w:r>
    </w:p>
    <w:p w:rsidR="00B90AE8" w:rsidRDefault="00B90AE8">
      <w:pPr>
        <w:pStyle w:val="ConsPlusNormal"/>
        <w:ind w:firstLine="540"/>
        <w:jc w:val="both"/>
      </w:pPr>
      <w:r>
        <w:t xml:space="preserve">обеспечить </w:t>
      </w:r>
      <w:proofErr w:type="gramStart"/>
      <w:r>
        <w:t>использование</w:t>
      </w:r>
      <w:proofErr w:type="gramEnd"/>
      <w:r>
        <w:t xml:space="preserve"> начиная с 2017 года специального программного обеспечения "Справки БК", </w:t>
      </w:r>
      <w:proofErr w:type="spellStart"/>
      <w:r>
        <w:t>размещенного</w:t>
      </w:r>
      <w:proofErr w:type="spellEnd"/>
      <w:r>
        <w:t xml:space="preserve"> на официальном сайте Президента Российской Федерации, при заполнении судьями и лицами, претендующими на должность судьи, справок о своих доходах, расходах, об имуществе и обязательствах имущественного характера, а также справок о доходах, расходах, об имуществе и обязательствах имущественного характера своих супруги (супруга) и несовершеннолетних детей.</w:t>
      </w:r>
    </w:p>
    <w:p w:rsidR="00B90AE8" w:rsidRDefault="00B90AE8">
      <w:pPr>
        <w:pStyle w:val="ConsPlusNormal"/>
        <w:ind w:firstLine="540"/>
        <w:jc w:val="both"/>
      </w:pPr>
      <w:r>
        <w:t xml:space="preserve">Доклад о результатах исполнения </w:t>
      </w:r>
      <w:hyperlink w:anchor="P23" w:history="1">
        <w:r>
          <w:rPr>
            <w:color w:val="0000FF"/>
          </w:rPr>
          <w:t>подпункта "в"</w:t>
        </w:r>
      </w:hyperlink>
      <w:r>
        <w:t xml:space="preserve"> настоящего пункта представить до 1 марта 2017 г.</w:t>
      </w:r>
    </w:p>
    <w:p w:rsidR="00B90AE8" w:rsidRDefault="00B90AE8">
      <w:pPr>
        <w:pStyle w:val="ConsPlusNormal"/>
        <w:ind w:firstLine="540"/>
        <w:jc w:val="both"/>
      </w:pPr>
      <w:r>
        <w:t>7. Рекомендовать Высшей квалификационной коллегии судей Российской Федерации проанализировать практику применения квалификационными коллегиями судей субъектов Российской Федерации дисциплинарных взысканий к судьям за нарушение требований законодательства Российской Федерации о противодействии коррупции и подготовить соответствующие методические рекомендации.</w:t>
      </w:r>
    </w:p>
    <w:p w:rsidR="00B90AE8" w:rsidRDefault="00B90AE8">
      <w:pPr>
        <w:pStyle w:val="ConsPlusNormal"/>
        <w:ind w:firstLine="540"/>
        <w:jc w:val="both"/>
      </w:pPr>
      <w:r>
        <w:t>Доклад о результатах исполнения настоящего пункта представить до 1 февраля 2017 г.</w:t>
      </w:r>
    </w:p>
    <w:p w:rsidR="00B90AE8" w:rsidRDefault="00B90AE8">
      <w:pPr>
        <w:pStyle w:val="ConsPlusNormal"/>
        <w:ind w:firstLine="540"/>
        <w:jc w:val="both"/>
      </w:pPr>
      <w:r>
        <w:t>8. Рекомендовать Совету судей Российской Федерации проанализировать практику проведения в судах Российской Федерации проверок соблюдения судьями и лицами, претендующими на должность судьи, требований законодательства Российской Федерации о противодействии коррупции и при необходимости подготовить предложения, направленные на совершенствование порядка проведения таких проверок.</w:t>
      </w:r>
    </w:p>
    <w:p w:rsidR="00B90AE8" w:rsidRDefault="00B90AE8">
      <w:pPr>
        <w:pStyle w:val="ConsPlusNormal"/>
        <w:ind w:firstLine="540"/>
        <w:jc w:val="both"/>
      </w:pPr>
      <w:r>
        <w:t>Доклад о результатах исполнения настоящего пункта представить до 1 февраля 2017 г.</w:t>
      </w:r>
    </w:p>
    <w:p w:rsidR="00B90AE8" w:rsidRDefault="00B90AE8">
      <w:pPr>
        <w:pStyle w:val="ConsPlusNormal"/>
        <w:ind w:firstLine="540"/>
        <w:jc w:val="both"/>
      </w:pPr>
      <w:r>
        <w:t xml:space="preserve">9. </w:t>
      </w:r>
      <w:proofErr w:type="gramStart"/>
      <w:r>
        <w:t xml:space="preserve">Рекомендовать </w:t>
      </w:r>
      <w:proofErr w:type="spellStart"/>
      <w:r>
        <w:t>Счетной</w:t>
      </w:r>
      <w:proofErr w:type="spellEnd"/>
      <w:r>
        <w:t xml:space="preserve"> палате Российской Федерации отражать в информации о результатах проведения контрольных и экспертно-аналитических мероприятий и в ежегодном </w:t>
      </w:r>
      <w:proofErr w:type="spellStart"/>
      <w:r>
        <w:t>отчете</w:t>
      </w:r>
      <w:proofErr w:type="spellEnd"/>
      <w:r>
        <w:t xml:space="preserve"> о своей работе, которые представляются палатам Федерального Собрания Российской Федерации в соответствии с Федеральным </w:t>
      </w:r>
      <w:hyperlink r:id="rId11" w:history="1">
        <w:r>
          <w:rPr>
            <w:color w:val="0000FF"/>
          </w:rPr>
          <w:t>законом</w:t>
        </w:r>
      </w:hyperlink>
      <w:r>
        <w:t xml:space="preserve"> от 5 апреля 2013 г. N 41-ФЗ "О </w:t>
      </w:r>
      <w:proofErr w:type="spellStart"/>
      <w:r>
        <w:t>Счетной</w:t>
      </w:r>
      <w:proofErr w:type="spellEnd"/>
      <w:r>
        <w:t xml:space="preserve"> палате Российской Федерации", вопросы, касающиеся осуществления в пределах установленной компетенции мер по противодействию коррупции.</w:t>
      </w:r>
      <w:proofErr w:type="gramEnd"/>
    </w:p>
    <w:p w:rsidR="00B90AE8" w:rsidRDefault="00B90AE8">
      <w:pPr>
        <w:pStyle w:val="ConsPlusNormal"/>
        <w:ind w:firstLine="540"/>
        <w:jc w:val="both"/>
      </w:pPr>
      <w:bookmarkStart w:id="4" w:name="P32"/>
      <w:bookmarkEnd w:id="4"/>
      <w:r>
        <w:t xml:space="preserve">10. </w:t>
      </w:r>
      <w:proofErr w:type="gramStart"/>
      <w:r>
        <w:t xml:space="preserve">Рекомендовать высшим должностным лицам (руководителям высших исполнительных органов государственной власти) субъектов Российской Федерации и руководителям органов местного самоуправления, руководствуясь Национальной </w:t>
      </w:r>
      <w:hyperlink r:id="rId12" w:history="1">
        <w:r>
          <w:rPr>
            <w:color w:val="0000FF"/>
          </w:rPr>
          <w:t>стратегией</w:t>
        </w:r>
      </w:hyperlink>
      <w:r>
        <w:t xml:space="preserve"> противодействия коррупции, </w:t>
      </w:r>
      <w:proofErr w:type="spellStart"/>
      <w:r>
        <w:t>утвержденной</w:t>
      </w:r>
      <w:proofErr w:type="spellEnd"/>
      <w:r>
        <w:t xml:space="preserve"> Указом Президента Российской Федерации от 13 апреля 2010 г. N 460, и Национальным </w:t>
      </w:r>
      <w:hyperlink w:anchor="P57" w:history="1">
        <w:r>
          <w:rPr>
            <w:color w:val="0000FF"/>
          </w:rPr>
          <w:t>планом</w:t>
        </w:r>
      </w:hyperlink>
      <w:r>
        <w:t xml:space="preserve"> противодействия коррупции на 2016 - 2017 годы, </w:t>
      </w:r>
      <w:proofErr w:type="spellStart"/>
      <w:r>
        <w:t>утвержденным</w:t>
      </w:r>
      <w:proofErr w:type="spellEnd"/>
      <w:r>
        <w:t xml:space="preserve"> настоящим Указом, обеспечить внесение до 1 июня 2016 г. в региональные антикоррупционные программы и антикоррупционные</w:t>
      </w:r>
      <w:proofErr w:type="gramEnd"/>
      <w:r>
        <w:t xml:space="preserve"> программы (планы по противодействию коррупции) органов государственной власти субъектов Российской Федерации, а также органов местного самоуправления, в которых такие планы имеются, изменений, направленных на достижение конкретных результатов в работе по предупреждению коррупции, минимизации и (или) ликвидации последствий коррупционных правонарушений, а также </w:t>
      </w:r>
      <w:proofErr w:type="gramStart"/>
      <w:r>
        <w:t>контроль за</w:t>
      </w:r>
      <w:proofErr w:type="gramEnd"/>
      <w:r>
        <w:t xml:space="preserve"> выполнением мероприятий, предусмотренных этими программами (планами).</w:t>
      </w:r>
    </w:p>
    <w:p w:rsidR="00B90AE8" w:rsidRDefault="00B90AE8">
      <w:pPr>
        <w:pStyle w:val="ConsPlusNormal"/>
        <w:ind w:firstLine="540"/>
        <w:jc w:val="both"/>
      </w:pPr>
      <w:bookmarkStart w:id="5" w:name="P33"/>
      <w:bookmarkEnd w:id="5"/>
      <w:r>
        <w:t>11. Высшим должностным лицам (руководителям высших исполнительных органов государственной власти) субъектов Российской Федерации представить в аппараты полномочных представителей Президента Российской Федерации в федеральных округах доклады:</w:t>
      </w:r>
    </w:p>
    <w:p w:rsidR="00B90AE8" w:rsidRDefault="00B90AE8">
      <w:pPr>
        <w:pStyle w:val="ConsPlusNormal"/>
        <w:ind w:firstLine="540"/>
        <w:jc w:val="both"/>
      </w:pPr>
      <w:r>
        <w:t xml:space="preserve">а) о результатах исполнения </w:t>
      </w:r>
      <w:hyperlink w:anchor="P32" w:history="1">
        <w:r>
          <w:rPr>
            <w:color w:val="0000FF"/>
          </w:rPr>
          <w:t>пункта 10</w:t>
        </w:r>
      </w:hyperlink>
      <w:r>
        <w:t xml:space="preserve"> настоящего Указа в части, касающейся внесения изменений в региональные антикоррупционные программы и антикоррупционные программы (планы по противодействию коррупции), - до 15 июня 2016 г.;</w:t>
      </w:r>
    </w:p>
    <w:p w:rsidR="00B90AE8" w:rsidRDefault="00B90AE8">
      <w:pPr>
        <w:pStyle w:val="ConsPlusNormal"/>
        <w:ind w:firstLine="540"/>
        <w:jc w:val="both"/>
      </w:pPr>
      <w:r>
        <w:t xml:space="preserve">б) о результатах исполнения </w:t>
      </w:r>
      <w:hyperlink w:anchor="P32" w:history="1">
        <w:r>
          <w:rPr>
            <w:color w:val="0000FF"/>
          </w:rPr>
          <w:t>пункта 10</w:t>
        </w:r>
      </w:hyperlink>
      <w:r>
        <w:t xml:space="preserve"> настоящего Указа в части, касающейся выполнения мероприятий, предусмотренных названными программами (планами), а также </w:t>
      </w:r>
      <w:hyperlink w:anchor="P142" w:history="1">
        <w:r>
          <w:rPr>
            <w:color w:val="0000FF"/>
          </w:rPr>
          <w:t>пунктов 5</w:t>
        </w:r>
      </w:hyperlink>
      <w:r>
        <w:t xml:space="preserve"> и </w:t>
      </w:r>
      <w:hyperlink w:anchor="P153" w:history="1">
        <w:r>
          <w:rPr>
            <w:color w:val="0000FF"/>
          </w:rPr>
          <w:t>9</w:t>
        </w:r>
      </w:hyperlink>
      <w:r>
        <w:t xml:space="preserve"> Национального плана противодействия коррупции на 2016 - 2017 годы, </w:t>
      </w:r>
      <w:proofErr w:type="spellStart"/>
      <w:r>
        <w:t>утвержденного</w:t>
      </w:r>
      <w:proofErr w:type="spellEnd"/>
      <w:r>
        <w:t xml:space="preserve"> настоящим Указом, - до 1 декабря 2017 г.</w:t>
      </w:r>
    </w:p>
    <w:p w:rsidR="00B90AE8" w:rsidRDefault="00B90AE8">
      <w:pPr>
        <w:pStyle w:val="ConsPlusNormal"/>
        <w:ind w:firstLine="540"/>
        <w:jc w:val="both"/>
      </w:pPr>
      <w:r>
        <w:t xml:space="preserve">12. Полномочным представителям Президента Российской Федерации в федеральных округах обобщить информацию, содержащуюся в докладах, предусмотренных </w:t>
      </w:r>
      <w:hyperlink w:anchor="P33" w:history="1">
        <w:r>
          <w:rPr>
            <w:color w:val="0000FF"/>
          </w:rPr>
          <w:t>пунктом 11</w:t>
        </w:r>
      </w:hyperlink>
      <w:r>
        <w:t xml:space="preserve"> настоящего Указа, и представить в президиум Совета при Президенте Российской Федерации по противодействию коррупции сводные доклады:</w:t>
      </w:r>
    </w:p>
    <w:p w:rsidR="00B90AE8" w:rsidRDefault="00B90AE8">
      <w:pPr>
        <w:pStyle w:val="ConsPlusNormal"/>
        <w:ind w:firstLine="540"/>
        <w:jc w:val="both"/>
      </w:pPr>
      <w:r>
        <w:lastRenderedPageBreak/>
        <w:t>а) о внесении изменений в региональные антикоррупционные программы и антикоррупционные программы (планы по противодействию коррупции) - до 15 июля 2016 г.;</w:t>
      </w:r>
    </w:p>
    <w:p w:rsidR="00B90AE8" w:rsidRDefault="00B90AE8">
      <w:pPr>
        <w:pStyle w:val="ConsPlusNormal"/>
        <w:ind w:firstLine="540"/>
        <w:jc w:val="both"/>
      </w:pPr>
      <w:r>
        <w:t xml:space="preserve">б) о выполнении мероприятий, предусмотренных названными программами (планами), а также </w:t>
      </w:r>
      <w:hyperlink w:anchor="P142" w:history="1">
        <w:r>
          <w:rPr>
            <w:color w:val="0000FF"/>
          </w:rPr>
          <w:t>пунктов 5</w:t>
        </w:r>
      </w:hyperlink>
      <w:r>
        <w:t xml:space="preserve"> и </w:t>
      </w:r>
      <w:hyperlink w:anchor="P153" w:history="1">
        <w:r>
          <w:rPr>
            <w:color w:val="0000FF"/>
          </w:rPr>
          <w:t>9</w:t>
        </w:r>
      </w:hyperlink>
      <w:r>
        <w:t xml:space="preserve"> Национального плана противодействия коррупции на 2016 - 2017 годы, </w:t>
      </w:r>
      <w:proofErr w:type="spellStart"/>
      <w:r>
        <w:t>утвержденного</w:t>
      </w:r>
      <w:proofErr w:type="spellEnd"/>
      <w:r>
        <w:t xml:space="preserve"> настоящим Указом, - до 20 декабря 2017 г.</w:t>
      </w:r>
    </w:p>
    <w:p w:rsidR="00B90AE8" w:rsidRDefault="00B90AE8">
      <w:pPr>
        <w:pStyle w:val="ConsPlusNormal"/>
        <w:ind w:firstLine="540"/>
        <w:jc w:val="both"/>
      </w:pPr>
      <w:r>
        <w:t>13. Установить, что финансовое обеспечение расходных обязательств, связанных с реализацией настоящего Указа, осуществляется в пределах бюджетных ассигнований, предусмотренных федеральным государственным органам в федеральном бюджете на руководство и управление в сфере установленных функций.</w:t>
      </w:r>
    </w:p>
    <w:p w:rsidR="00B90AE8" w:rsidRDefault="00B90AE8">
      <w:pPr>
        <w:pStyle w:val="ConsPlusNormal"/>
        <w:ind w:firstLine="540"/>
        <w:jc w:val="both"/>
      </w:pPr>
    </w:p>
    <w:p w:rsidR="00B90AE8" w:rsidRDefault="00B90AE8">
      <w:pPr>
        <w:pStyle w:val="ConsPlusNormal"/>
        <w:jc w:val="right"/>
      </w:pPr>
      <w:r>
        <w:t>Президент</w:t>
      </w:r>
    </w:p>
    <w:p w:rsidR="00B90AE8" w:rsidRDefault="00B90AE8">
      <w:pPr>
        <w:pStyle w:val="ConsPlusNormal"/>
        <w:jc w:val="right"/>
      </w:pPr>
      <w:r>
        <w:t>Российской Федерации</w:t>
      </w:r>
    </w:p>
    <w:p w:rsidR="00B90AE8" w:rsidRDefault="00B90AE8">
      <w:pPr>
        <w:pStyle w:val="ConsPlusNormal"/>
        <w:jc w:val="right"/>
      </w:pPr>
      <w:proofErr w:type="spellStart"/>
      <w:r>
        <w:t>В.ПУТИН</w:t>
      </w:r>
      <w:proofErr w:type="spellEnd"/>
    </w:p>
    <w:p w:rsidR="00B90AE8" w:rsidRDefault="00B90AE8">
      <w:pPr>
        <w:pStyle w:val="ConsPlusNormal"/>
      </w:pPr>
      <w:r>
        <w:t>Москва, Кремль</w:t>
      </w:r>
    </w:p>
    <w:p w:rsidR="00B90AE8" w:rsidRDefault="00B90AE8">
      <w:pPr>
        <w:pStyle w:val="ConsPlusNormal"/>
      </w:pPr>
      <w:r>
        <w:t>1 апреля 2016 года</w:t>
      </w:r>
    </w:p>
    <w:p w:rsidR="00B90AE8" w:rsidRDefault="00B90AE8">
      <w:pPr>
        <w:pStyle w:val="ConsPlusNormal"/>
      </w:pPr>
      <w:r>
        <w:t>N 147</w:t>
      </w:r>
    </w:p>
    <w:p w:rsidR="00B90AE8" w:rsidRDefault="00B90AE8">
      <w:pPr>
        <w:pStyle w:val="ConsPlusNormal"/>
        <w:ind w:firstLine="540"/>
        <w:jc w:val="both"/>
      </w:pPr>
    </w:p>
    <w:p w:rsidR="00B90AE8" w:rsidRDefault="00B90AE8">
      <w:pPr>
        <w:pStyle w:val="ConsPlusNormal"/>
        <w:ind w:firstLine="540"/>
        <w:jc w:val="both"/>
      </w:pPr>
    </w:p>
    <w:p w:rsidR="00B90AE8" w:rsidRDefault="00B90AE8">
      <w:pPr>
        <w:pStyle w:val="ConsPlusNormal"/>
        <w:ind w:firstLine="540"/>
        <w:jc w:val="both"/>
      </w:pPr>
    </w:p>
    <w:p w:rsidR="00B90AE8" w:rsidRDefault="00B90AE8">
      <w:pPr>
        <w:pStyle w:val="ConsPlusNormal"/>
        <w:ind w:firstLine="540"/>
        <w:jc w:val="both"/>
      </w:pPr>
    </w:p>
    <w:p w:rsidR="00B90AE8" w:rsidRDefault="00B90AE8">
      <w:pPr>
        <w:pStyle w:val="ConsPlusNormal"/>
        <w:ind w:firstLine="540"/>
        <w:jc w:val="both"/>
      </w:pPr>
    </w:p>
    <w:p w:rsidR="00B90AE8" w:rsidRDefault="00B90AE8">
      <w:pPr>
        <w:pStyle w:val="ConsPlusNormal"/>
        <w:jc w:val="right"/>
      </w:pPr>
      <w:proofErr w:type="spellStart"/>
      <w:r>
        <w:t>Утвержден</w:t>
      </w:r>
      <w:proofErr w:type="spellEnd"/>
    </w:p>
    <w:p w:rsidR="00B90AE8" w:rsidRDefault="00B90AE8">
      <w:pPr>
        <w:pStyle w:val="ConsPlusNormal"/>
        <w:jc w:val="right"/>
      </w:pPr>
      <w:r>
        <w:t>Указом Президента</w:t>
      </w:r>
    </w:p>
    <w:p w:rsidR="00B90AE8" w:rsidRDefault="00B90AE8">
      <w:pPr>
        <w:pStyle w:val="ConsPlusNormal"/>
        <w:jc w:val="right"/>
      </w:pPr>
      <w:r>
        <w:t>Российской Федерации</w:t>
      </w:r>
    </w:p>
    <w:p w:rsidR="00B90AE8" w:rsidRDefault="00B90AE8">
      <w:pPr>
        <w:pStyle w:val="ConsPlusNormal"/>
        <w:jc w:val="right"/>
      </w:pPr>
      <w:r>
        <w:t>от 1 апреля 2016 г. N 147</w:t>
      </w:r>
    </w:p>
    <w:p w:rsidR="00B90AE8" w:rsidRDefault="00B90AE8">
      <w:pPr>
        <w:pStyle w:val="ConsPlusNormal"/>
        <w:jc w:val="center"/>
      </w:pPr>
    </w:p>
    <w:p w:rsidR="00B90AE8" w:rsidRDefault="00B90AE8">
      <w:pPr>
        <w:pStyle w:val="ConsPlusTitle"/>
        <w:jc w:val="center"/>
      </w:pPr>
      <w:bookmarkStart w:id="6" w:name="P57"/>
      <w:bookmarkEnd w:id="6"/>
      <w:r>
        <w:t>НАЦИОНАЛЬНЫЙ ПЛАН</w:t>
      </w:r>
    </w:p>
    <w:p w:rsidR="00B90AE8" w:rsidRDefault="00B90AE8">
      <w:pPr>
        <w:pStyle w:val="ConsPlusTitle"/>
        <w:jc w:val="center"/>
      </w:pPr>
      <w:r>
        <w:t>ПРОТИВОДЕЙСТВИЯ КОРРУПЦИИ НА 2016 - 2017 ГОДЫ</w:t>
      </w:r>
    </w:p>
    <w:p w:rsidR="00B90AE8" w:rsidRDefault="00B90AE8">
      <w:pPr>
        <w:pStyle w:val="ConsPlusNormal"/>
        <w:ind w:firstLine="540"/>
        <w:jc w:val="both"/>
      </w:pPr>
    </w:p>
    <w:p w:rsidR="00B90AE8" w:rsidRDefault="00B90AE8">
      <w:pPr>
        <w:pStyle w:val="ConsPlusNormal"/>
        <w:ind w:firstLine="540"/>
        <w:jc w:val="both"/>
      </w:pPr>
      <w:r>
        <w:t>Мероприятия настоящего Национального плана направлены на решение следующих основных задач:</w:t>
      </w:r>
    </w:p>
    <w:p w:rsidR="00B90AE8" w:rsidRDefault="00B90AE8">
      <w:pPr>
        <w:pStyle w:val="ConsPlusNormal"/>
        <w:ind w:firstLine="540"/>
        <w:jc w:val="both"/>
      </w:pPr>
      <w:r>
        <w:t xml:space="preserve">совершенствование правовых основ и организационных механизмов предотвращения и выявления конфликта интересов в отношении лиц, замещающих должности, по которым установлена обязанность </w:t>
      </w:r>
      <w:proofErr w:type="gramStart"/>
      <w:r>
        <w:t>принимать</w:t>
      </w:r>
      <w:proofErr w:type="gramEnd"/>
      <w:r>
        <w:t xml:space="preserve"> меры по предотвращению и урегулированию конфликта интересов;</w:t>
      </w:r>
    </w:p>
    <w:p w:rsidR="00B90AE8" w:rsidRDefault="00B90AE8">
      <w:pPr>
        <w:pStyle w:val="ConsPlusNormal"/>
        <w:ind w:firstLine="540"/>
        <w:jc w:val="both"/>
      </w:pPr>
      <w:r>
        <w:t xml:space="preserve">совершенствование механизмов </w:t>
      </w:r>
      <w:proofErr w:type="gramStart"/>
      <w:r>
        <w:t>контроля за</w:t>
      </w:r>
      <w:proofErr w:type="gramEnd"/>
      <w:r>
        <w:t xml:space="preserve"> расходами и обращения в доход государства имущества, в отношении которого не представлено сведений, подтверждающих его приобретение на законные доходы, предусмотренных Федеральным </w:t>
      </w:r>
      <w:hyperlink r:id="rId13" w:history="1">
        <w:r>
          <w:rPr>
            <w:color w:val="0000FF"/>
          </w:rPr>
          <w:t>законом</w:t>
        </w:r>
      </w:hyperlink>
      <w:r>
        <w:t xml:space="preserve"> от 3 декабря 2012 г. N 230-ФЗ "О контроле за соответствием расходов лиц, замещающих государственные должности, и иных лиц их доходам";</w:t>
      </w:r>
    </w:p>
    <w:p w:rsidR="00B90AE8" w:rsidRDefault="00B90AE8">
      <w:pPr>
        <w:pStyle w:val="ConsPlusNormal"/>
        <w:ind w:firstLine="540"/>
        <w:jc w:val="both"/>
      </w:pPr>
      <w:r>
        <w:t>повышение эффективности противодействия коррупции в федеральных органах исполнительной власти и государственных органах субъектов Российской Федерации, активизация деятельности подразделений федеральных государственных органов и органов субъектов Российской Федерации по профилактике коррупционных и иных правонарушений, а также комиссий по координации работы по противодействию коррупции в субъектах Российской Федерации;</w:t>
      </w:r>
    </w:p>
    <w:p w:rsidR="00B90AE8" w:rsidRDefault="00B90AE8">
      <w:pPr>
        <w:pStyle w:val="ConsPlusNormal"/>
        <w:ind w:firstLine="540"/>
        <w:jc w:val="both"/>
      </w:pPr>
      <w:r>
        <w:t>повышение эффективности противодействия коррупции при осуществлении закупок товаров, работ, услуг для обеспечения государственных и муниципальных нужд;</w:t>
      </w:r>
    </w:p>
    <w:p w:rsidR="00B90AE8" w:rsidRDefault="00B90AE8">
      <w:pPr>
        <w:pStyle w:val="ConsPlusNormal"/>
        <w:ind w:firstLine="540"/>
        <w:jc w:val="both"/>
      </w:pPr>
      <w:r>
        <w:t>усиление влияния этических и нравственных норм на соблюдение лицами, замещающими государственные должности Российской Федерации, государственные должности субъектов Российской Федерации, муниципальные должности, должности государственной и муниципальной службы, запретов, ограничений и требований, установленных в целях противодействия коррупции;</w:t>
      </w:r>
    </w:p>
    <w:p w:rsidR="00B90AE8" w:rsidRDefault="00B90AE8">
      <w:pPr>
        <w:pStyle w:val="ConsPlusNormal"/>
        <w:ind w:firstLine="540"/>
        <w:jc w:val="both"/>
      </w:pPr>
      <w:r>
        <w:t xml:space="preserve">расширение использования механизмов международного сотрудничества для выявления, </w:t>
      </w:r>
      <w:r>
        <w:lastRenderedPageBreak/>
        <w:t>ареста и возвращения из иностранных юрисдикции активов, полученных в результате совершения преступлений коррупционной направленности;</w:t>
      </w:r>
    </w:p>
    <w:p w:rsidR="00B90AE8" w:rsidRDefault="00B90AE8">
      <w:pPr>
        <w:pStyle w:val="ConsPlusNormal"/>
        <w:ind w:firstLine="540"/>
        <w:jc w:val="both"/>
      </w:pPr>
      <w:r>
        <w:t>повышение эффективности информационно-пропагандистских и просветительских мер, направленных на создание в обществе атмосферы нетерпимости к коррупционным проявлениям.</w:t>
      </w:r>
    </w:p>
    <w:p w:rsidR="00B90AE8" w:rsidRDefault="00B90AE8">
      <w:pPr>
        <w:pStyle w:val="ConsPlusNormal"/>
        <w:ind w:firstLine="540"/>
        <w:jc w:val="both"/>
      </w:pPr>
      <w:r>
        <w:t>1. Правительству Российской Федерации:</w:t>
      </w:r>
    </w:p>
    <w:p w:rsidR="00B90AE8" w:rsidRDefault="00B90AE8">
      <w:pPr>
        <w:pStyle w:val="ConsPlusNormal"/>
        <w:ind w:firstLine="540"/>
        <w:jc w:val="both"/>
      </w:pPr>
      <w:r>
        <w:t>а) организовать мониторинг реализации лицами, замещающими должности, назначение на которые и освобождение от которых осуществляются Правительством Российской Федерации, обязанности принимать меры по предотвращению конфликта интересов; принять необходимые меры по совершенствованию механизмов урегулирования конфликта интересов. Доклад о результатах исполнения настоящего подпункта представить до 1 октября 2017 г.;</w:t>
      </w:r>
    </w:p>
    <w:p w:rsidR="00B90AE8" w:rsidRDefault="00B90AE8">
      <w:pPr>
        <w:pStyle w:val="ConsPlusNormal"/>
        <w:ind w:firstLine="540"/>
        <w:jc w:val="both"/>
      </w:pPr>
      <w:r>
        <w:t>б) обеспечить:</w:t>
      </w:r>
    </w:p>
    <w:p w:rsidR="00B90AE8" w:rsidRDefault="00B90AE8">
      <w:pPr>
        <w:pStyle w:val="ConsPlusNormal"/>
        <w:ind w:firstLine="540"/>
        <w:jc w:val="both"/>
      </w:pPr>
      <w:r>
        <w:t>рассмотрение коллегиями федеральных органов исполнительной власти, иными совещательными органами при руководителях федеральных органов исполнительной власти вопросов, касающихся предотвращения или урегулирования конфликта интересов государственными служащими и работниками организаций, созданных для выполнения задач, поставленных перед федеральными государственными органами;</w:t>
      </w:r>
    </w:p>
    <w:p w:rsidR="00B90AE8" w:rsidRDefault="00B90AE8">
      <w:pPr>
        <w:pStyle w:val="ConsPlusNormal"/>
        <w:ind w:firstLine="540"/>
        <w:jc w:val="both"/>
      </w:pPr>
      <w:r>
        <w:t>создание, функционирование и развитие специализированного информационно-методического ресурса по вопросам реализации требований федеральных законов, нормативных правовых актов Президента Российской Федерации и Правительства Российской Федерации о противодействии коррупции;</w:t>
      </w:r>
    </w:p>
    <w:p w:rsidR="00B90AE8" w:rsidRDefault="00B90AE8">
      <w:pPr>
        <w:pStyle w:val="ConsPlusNormal"/>
        <w:ind w:firstLine="540"/>
        <w:jc w:val="both"/>
      </w:pPr>
      <w:r>
        <w:t>участие Российской Федерации в программной деятельности Управления ООН по наркотикам и преступности в части, касающейся противодействия коррупции;</w:t>
      </w:r>
    </w:p>
    <w:p w:rsidR="00B90AE8" w:rsidRDefault="00B90AE8">
      <w:pPr>
        <w:pStyle w:val="ConsPlusNormal"/>
        <w:ind w:firstLine="540"/>
        <w:jc w:val="both"/>
      </w:pPr>
      <w:proofErr w:type="gramStart"/>
      <w:r>
        <w:t>ежегодное проведение повышения квалификации федеральных государственных служащих, в должностные обязанности которых входит участие в противодействии коррупции, по образовательной программе двух уровней (базовый - для обучающихся впервые и повышенный - для прошедших обучение ранее), согласованной с Администрацией Президента Российской Федерации (не менее 1000 человек в год).</w:t>
      </w:r>
      <w:proofErr w:type="gramEnd"/>
    </w:p>
    <w:p w:rsidR="00B90AE8" w:rsidRDefault="00B90AE8">
      <w:pPr>
        <w:pStyle w:val="ConsPlusNormal"/>
        <w:ind w:firstLine="540"/>
        <w:jc w:val="both"/>
      </w:pPr>
      <w:r>
        <w:t>Доклад о результатах исполнения настоящего подпункта представить до 1 декабря 2017 г.;</w:t>
      </w:r>
    </w:p>
    <w:p w:rsidR="00B90AE8" w:rsidRDefault="00B90AE8">
      <w:pPr>
        <w:pStyle w:val="ConsPlusNormal"/>
        <w:ind w:firstLine="540"/>
        <w:jc w:val="both"/>
      </w:pPr>
      <w:bookmarkStart w:id="7" w:name="P76"/>
      <w:bookmarkEnd w:id="7"/>
      <w:r>
        <w:t xml:space="preserve">в) продолжить с </w:t>
      </w:r>
      <w:proofErr w:type="spellStart"/>
      <w:r>
        <w:t>учетом</w:t>
      </w:r>
      <w:proofErr w:type="spellEnd"/>
      <w:r>
        <w:t xml:space="preserve"> требований информационной безопасности и законодательства Российской Федерации о защите государственной тайны работу:</w:t>
      </w:r>
    </w:p>
    <w:p w:rsidR="00B90AE8" w:rsidRDefault="00B90AE8">
      <w:pPr>
        <w:pStyle w:val="ConsPlusNormal"/>
        <w:ind w:firstLine="540"/>
        <w:jc w:val="both"/>
      </w:pPr>
      <w:proofErr w:type="gramStart"/>
      <w:r>
        <w:t xml:space="preserve">по внедрению в деятельность подразделений федеральных государственных органов по профилактике коррупционных и иных правонарушений компьютерной программы, разработанной в соответствии с </w:t>
      </w:r>
      <w:hyperlink r:id="rId14" w:history="1">
        <w:r>
          <w:rPr>
            <w:color w:val="0000FF"/>
          </w:rPr>
          <w:t>подпунктом "в" пункта 2</w:t>
        </w:r>
      </w:hyperlink>
      <w:r>
        <w:t xml:space="preserve"> Национального плана противодействия коррупции на 2014 - 2015 годы, </w:t>
      </w:r>
      <w:proofErr w:type="spellStart"/>
      <w:r>
        <w:t>утвержденного</w:t>
      </w:r>
      <w:proofErr w:type="spellEnd"/>
      <w:r>
        <w:t xml:space="preserve"> Указом Президента Российской Федерации от 11 апреля 2014 г. N 226, в целях заполнения и формирования в электронной форме справок о доходах, расходах, об имуществе и обязательствах</w:t>
      </w:r>
      <w:proofErr w:type="gramEnd"/>
      <w:r>
        <w:t xml:space="preserve"> имущественного характера;</w:t>
      </w:r>
    </w:p>
    <w:p w:rsidR="00B90AE8" w:rsidRDefault="00B90AE8">
      <w:pPr>
        <w:pStyle w:val="ConsPlusNormal"/>
        <w:ind w:firstLine="540"/>
        <w:jc w:val="both"/>
      </w:pPr>
      <w:r>
        <w:t>по обеспечению обработки справок о доходах, расходах, об имуществе и обязательствах имущественного характера, проведения анализа указанных в них сведений, осуществления межведомственного информационного взаимодействия в сфере противодействия коррупции с использованием государственной информационной системы в области государственной службы.</w:t>
      </w:r>
    </w:p>
    <w:p w:rsidR="00B90AE8" w:rsidRDefault="00B90AE8">
      <w:pPr>
        <w:pStyle w:val="ConsPlusNormal"/>
        <w:ind w:firstLine="540"/>
        <w:jc w:val="both"/>
      </w:pPr>
      <w:r>
        <w:t>Доклад о результатах исполнения настоящего подпункта представить до 1 сентября 2017 г.;</w:t>
      </w:r>
    </w:p>
    <w:p w:rsidR="00B90AE8" w:rsidRDefault="00B90AE8">
      <w:pPr>
        <w:pStyle w:val="ConsPlusNormal"/>
        <w:ind w:firstLine="540"/>
        <w:jc w:val="both"/>
      </w:pPr>
      <w:proofErr w:type="gramStart"/>
      <w:r>
        <w:t xml:space="preserve">г) обеспечить взаимодействие государственной информационной системы, указанной в </w:t>
      </w:r>
      <w:hyperlink w:anchor="P76" w:history="1">
        <w:r>
          <w:rPr>
            <w:color w:val="0000FF"/>
          </w:rPr>
          <w:t>подпункте "в"</w:t>
        </w:r>
      </w:hyperlink>
      <w:r>
        <w:t xml:space="preserve"> настоящего пункта, с информационной системой в области противодействия коррупции, эксплуатируемой в Администрации Президента Российской Федерации.</w:t>
      </w:r>
      <w:proofErr w:type="gramEnd"/>
      <w:r>
        <w:t xml:space="preserve"> Доклад о результатах исполнения настоящего подпункта представить до 1 сентября 2017 г.;</w:t>
      </w:r>
    </w:p>
    <w:p w:rsidR="00B90AE8" w:rsidRDefault="00B90AE8">
      <w:pPr>
        <w:pStyle w:val="ConsPlusNormal"/>
        <w:ind w:firstLine="540"/>
        <w:jc w:val="both"/>
      </w:pPr>
      <w:r>
        <w:t>д) продолжить работу:</w:t>
      </w:r>
    </w:p>
    <w:p w:rsidR="00B90AE8" w:rsidRDefault="00B90AE8">
      <w:pPr>
        <w:pStyle w:val="ConsPlusNormal"/>
        <w:ind w:firstLine="540"/>
        <w:jc w:val="both"/>
      </w:pPr>
      <w:r>
        <w:t xml:space="preserve">по подготовке с участием экспертного, научного сообщества и институтов гражданского общества предложений о совершенствовании этических основ государственной и муниципальной службы в части, касающейся соблюдения государственными и муниципальными служащими запретов, ограничений и требований, установленных в целях противодействия коррупции, а также об обеспечении повседневного </w:t>
      </w:r>
      <w:proofErr w:type="gramStart"/>
      <w:r>
        <w:t>контроля за</w:t>
      </w:r>
      <w:proofErr w:type="gramEnd"/>
      <w:r>
        <w:t xml:space="preserve"> соблюдением этических норм и правил;</w:t>
      </w:r>
    </w:p>
    <w:p w:rsidR="00B90AE8" w:rsidRDefault="00B90AE8">
      <w:pPr>
        <w:pStyle w:val="ConsPlusNormal"/>
        <w:ind w:firstLine="540"/>
        <w:jc w:val="both"/>
      </w:pPr>
      <w:r>
        <w:t>по проведению анализа исполнения установленных законодательством Российской Федерации ограничений, касающихся получения подарков отдельными категориями лиц.</w:t>
      </w:r>
    </w:p>
    <w:p w:rsidR="00B90AE8" w:rsidRDefault="00B90AE8">
      <w:pPr>
        <w:pStyle w:val="ConsPlusNormal"/>
        <w:ind w:firstLine="540"/>
        <w:jc w:val="both"/>
      </w:pPr>
      <w:r>
        <w:t>Доклад о результатах исполнения настоящего подпункта представить до 1 сентября 2017 г.;</w:t>
      </w:r>
    </w:p>
    <w:p w:rsidR="00B90AE8" w:rsidRDefault="00B90AE8">
      <w:pPr>
        <w:pStyle w:val="ConsPlusNormal"/>
        <w:ind w:firstLine="540"/>
        <w:jc w:val="both"/>
      </w:pPr>
      <w:r>
        <w:lastRenderedPageBreak/>
        <w:t>е) обеспечить:</w:t>
      </w:r>
    </w:p>
    <w:p w:rsidR="00B90AE8" w:rsidRDefault="00B90AE8">
      <w:pPr>
        <w:pStyle w:val="ConsPlusNormal"/>
        <w:ind w:firstLine="540"/>
        <w:jc w:val="both"/>
      </w:pPr>
      <w:r>
        <w:t xml:space="preserve">проведение среди всех социальных </w:t>
      </w:r>
      <w:proofErr w:type="spellStart"/>
      <w:r>
        <w:t>слоев</w:t>
      </w:r>
      <w:proofErr w:type="spellEnd"/>
      <w:r>
        <w:t xml:space="preserve"> населения в различных регионах страны социологических исследований для оценки уровня коррупции в Российской Федерации и эффективности принимаемых мер по противодействию коррупции;</w:t>
      </w:r>
    </w:p>
    <w:p w:rsidR="00B90AE8" w:rsidRDefault="00B90AE8">
      <w:pPr>
        <w:pStyle w:val="ConsPlusNormal"/>
        <w:ind w:firstLine="540"/>
        <w:jc w:val="both"/>
      </w:pPr>
      <w:r>
        <w:t xml:space="preserve">эффективную деятельность рабочей группы по вопросам совместного участия в противодействии коррупции представителей </w:t>
      </w:r>
      <w:proofErr w:type="gramStart"/>
      <w:r>
        <w:t>бизнес-сообщества</w:t>
      </w:r>
      <w:proofErr w:type="gramEnd"/>
      <w:r>
        <w:t xml:space="preserve"> и органов государственной власти при президиуме Совета при Президенте Российской Федерации по противодействию коррупции, уделяя особое внимание вопросам реализации Антикоррупционной хартии российского бизнеса;</w:t>
      </w:r>
    </w:p>
    <w:p w:rsidR="00B90AE8" w:rsidRDefault="00B90AE8">
      <w:pPr>
        <w:pStyle w:val="ConsPlusNormal"/>
        <w:ind w:firstLine="540"/>
        <w:jc w:val="both"/>
      </w:pPr>
      <w:r>
        <w:t>подготовку методических рекомендаций по проведению анализа сведений о доходах, расходах, об имуществе и обязательствах имущественного характера.</w:t>
      </w:r>
    </w:p>
    <w:p w:rsidR="00B90AE8" w:rsidRDefault="00B90AE8">
      <w:pPr>
        <w:pStyle w:val="ConsPlusNormal"/>
        <w:ind w:firstLine="540"/>
        <w:jc w:val="both"/>
      </w:pPr>
      <w:r>
        <w:t>Доклад о результатах исполнения настоящего подпункта представить до 1 октября 2017 г.;</w:t>
      </w:r>
    </w:p>
    <w:p w:rsidR="00B90AE8" w:rsidRDefault="00B90AE8">
      <w:pPr>
        <w:pStyle w:val="ConsPlusNormal"/>
        <w:ind w:firstLine="540"/>
        <w:jc w:val="both"/>
      </w:pPr>
      <w:r>
        <w:t>ж) обеспечить совместно с Генеральной прокуратурой Российской Федерации подготовку:</w:t>
      </w:r>
    </w:p>
    <w:p w:rsidR="00B90AE8" w:rsidRDefault="00B90AE8">
      <w:pPr>
        <w:pStyle w:val="ConsPlusNormal"/>
        <w:ind w:firstLine="540"/>
        <w:jc w:val="both"/>
      </w:pPr>
      <w:proofErr w:type="gramStart"/>
      <w:r>
        <w:t xml:space="preserve">методических рекомендаций, определяющих порядок соблюдения лицами, замещавшими государственные должности Российской Федерации, государственные должности субъектов Российской Федерации, должности государственной или муниципальной службы, ограничений, предусмотренных </w:t>
      </w:r>
      <w:hyperlink r:id="rId15" w:history="1">
        <w:proofErr w:type="spellStart"/>
        <w:r>
          <w:rPr>
            <w:color w:val="0000FF"/>
          </w:rPr>
          <w:t>статьей</w:t>
        </w:r>
        <w:proofErr w:type="spellEnd"/>
        <w:r>
          <w:rPr>
            <w:color w:val="0000FF"/>
          </w:rPr>
          <w:t xml:space="preserve"> 12</w:t>
        </w:r>
      </w:hyperlink>
      <w:r>
        <w:t xml:space="preserve"> Федерального закона от 25 декабря 2008 г. N 273-ФЗ "О противодействии коррупции" (далее - Федеральный закон "О противодействии коррупции"), при заключении ими после увольнения с государственной или муниципальной службы трудовых и гражданско-правовых договоров;</w:t>
      </w:r>
      <w:proofErr w:type="gramEnd"/>
    </w:p>
    <w:p w:rsidR="00B90AE8" w:rsidRDefault="00B90AE8">
      <w:pPr>
        <w:pStyle w:val="ConsPlusNormal"/>
        <w:ind w:firstLine="540"/>
        <w:jc w:val="both"/>
      </w:pPr>
      <w:r>
        <w:t xml:space="preserve">методических рекомендаций по рассмотрению типовых ситуаций предотвращения и урегулирования конфликта интересов в отношении лиц, замещающих должности, по которым установлена обязанность </w:t>
      </w:r>
      <w:proofErr w:type="gramStart"/>
      <w:r>
        <w:t>принимать</w:t>
      </w:r>
      <w:proofErr w:type="gramEnd"/>
      <w:r>
        <w:t xml:space="preserve"> меры по предотвращению и урегулированию конфликта интересов;</w:t>
      </w:r>
    </w:p>
    <w:p w:rsidR="00B90AE8" w:rsidRDefault="00B90AE8">
      <w:pPr>
        <w:pStyle w:val="ConsPlusNormal"/>
        <w:ind w:firstLine="540"/>
        <w:jc w:val="both"/>
      </w:pPr>
      <w:r>
        <w:t>методических рекомендаций по вопросам привлечения к юридической ответственности за непринятие мер по предотвращению и (или) урегулированию конфликта интересов;</w:t>
      </w:r>
    </w:p>
    <w:p w:rsidR="00B90AE8" w:rsidRDefault="00B90AE8">
      <w:pPr>
        <w:pStyle w:val="ConsPlusNormal"/>
        <w:ind w:firstLine="540"/>
        <w:jc w:val="both"/>
      </w:pPr>
      <w:r>
        <w:t>предложений, касающихся расширения мер по предотвращению и (или) урегулированию конфликта интересов, принимаемых лицами, замещающими государственные должности Российской Федерации, государственные должности субъектов Российской Федерации, муниципальные должности, должности государственной и муниципальной службы.</w:t>
      </w:r>
    </w:p>
    <w:p w:rsidR="00B90AE8" w:rsidRDefault="00B90AE8">
      <w:pPr>
        <w:pStyle w:val="ConsPlusNormal"/>
        <w:ind w:firstLine="540"/>
        <w:jc w:val="both"/>
      </w:pPr>
      <w:r>
        <w:t>Доклад о результатах исполнения настоящего подпункта представить до 1 июля 2017 г.;</w:t>
      </w:r>
    </w:p>
    <w:p w:rsidR="00B90AE8" w:rsidRDefault="00B90AE8">
      <w:pPr>
        <w:pStyle w:val="ConsPlusNormal"/>
        <w:ind w:firstLine="540"/>
        <w:jc w:val="both"/>
      </w:pPr>
      <w:r>
        <w:t xml:space="preserve">з) организовать на базе федерального государственного научно-исследовательского учреждения "Институт законодательства и сравнительного правоведения при Правительстве Российской Федерации" проведение с участием Генеральной </w:t>
      </w:r>
      <w:proofErr w:type="gramStart"/>
      <w:r>
        <w:t>прокуратуры Российской Федерации научных междисциплинарных исследований законодательства Российской Федерации</w:t>
      </w:r>
      <w:proofErr w:type="gramEnd"/>
      <w:r>
        <w:t xml:space="preserve"> о противодействии коррупции и практики его применения в части, касающейся:</w:t>
      </w:r>
    </w:p>
    <w:p w:rsidR="00B90AE8" w:rsidRDefault="00B90AE8">
      <w:pPr>
        <w:pStyle w:val="ConsPlusNormal"/>
        <w:ind w:firstLine="540"/>
        <w:jc w:val="both"/>
      </w:pPr>
      <w:r>
        <w:t xml:space="preserve">природы коррупции и форм </w:t>
      </w:r>
      <w:proofErr w:type="spellStart"/>
      <w:r>
        <w:t>ее</w:t>
      </w:r>
      <w:proofErr w:type="spellEnd"/>
      <w:r>
        <w:t xml:space="preserve"> проявления в современном российском обществе;</w:t>
      </w:r>
    </w:p>
    <w:p w:rsidR="00B90AE8" w:rsidRDefault="00B90AE8">
      <w:pPr>
        <w:pStyle w:val="ConsPlusNormal"/>
        <w:ind w:firstLine="540"/>
        <w:jc w:val="both"/>
      </w:pPr>
      <w:r>
        <w:t>содержания конфликта интересов, его форм и способов урегулирования;</w:t>
      </w:r>
    </w:p>
    <w:p w:rsidR="00B90AE8" w:rsidRDefault="00B90AE8">
      <w:pPr>
        <w:pStyle w:val="ConsPlusNormal"/>
        <w:ind w:firstLine="540"/>
        <w:jc w:val="both"/>
      </w:pPr>
      <w:proofErr w:type="gramStart"/>
      <w:r>
        <w:t>контроля за</w:t>
      </w:r>
      <w:proofErr w:type="gramEnd"/>
      <w:r>
        <w:t xml:space="preserve"> расходами и обращения в доход государства имущества, в отношении которого не представлено сведений, подтверждающих его приобретение на законные доходы;</w:t>
      </w:r>
    </w:p>
    <w:p w:rsidR="00B90AE8" w:rsidRDefault="00B90AE8">
      <w:pPr>
        <w:pStyle w:val="ConsPlusNormal"/>
        <w:ind w:firstLine="540"/>
        <w:jc w:val="both"/>
      </w:pPr>
      <w:r>
        <w:t>деятельности подразделений федеральных государственных органов и органов субъектов Российской Федерации по профилактике коррупционных и иных правонарушений, а также комиссий по координации работы по противодействию коррупции в субъектах Российской Федерации;</w:t>
      </w:r>
    </w:p>
    <w:p w:rsidR="00B90AE8" w:rsidRDefault="00B90AE8">
      <w:pPr>
        <w:pStyle w:val="ConsPlusNormal"/>
        <w:ind w:firstLine="540"/>
        <w:jc w:val="both"/>
      </w:pPr>
      <w:r>
        <w:t>влияния этических и нравственных норм на соблюдение запретов, ограничений и требований, установленных в целях противодействия коррупции, форм и способов реализации таких норм;</w:t>
      </w:r>
    </w:p>
    <w:p w:rsidR="00B90AE8" w:rsidRDefault="00B90AE8">
      <w:pPr>
        <w:pStyle w:val="ConsPlusNormal"/>
        <w:ind w:firstLine="540"/>
        <w:jc w:val="both"/>
      </w:pPr>
      <w:r>
        <w:t>повышения эффективности противодействия коррупции при осуществлении закупок товаров, работ, услуг для обеспечения государственных и муниципальных нужд;</w:t>
      </w:r>
    </w:p>
    <w:p w:rsidR="00B90AE8" w:rsidRDefault="00B90AE8">
      <w:pPr>
        <w:pStyle w:val="ConsPlusNormal"/>
        <w:ind w:firstLine="540"/>
        <w:jc w:val="both"/>
      </w:pPr>
      <w:r>
        <w:t>снижения уровня бытовой коррупции.</w:t>
      </w:r>
    </w:p>
    <w:p w:rsidR="00B90AE8" w:rsidRDefault="00B90AE8">
      <w:pPr>
        <w:pStyle w:val="ConsPlusNormal"/>
        <w:ind w:firstLine="540"/>
        <w:jc w:val="both"/>
      </w:pPr>
      <w:r>
        <w:t>Доклад о результатах исполнения настоящего подпункта представить до 1 августа 2017 г.;</w:t>
      </w:r>
    </w:p>
    <w:p w:rsidR="00B90AE8" w:rsidRDefault="00B90AE8">
      <w:pPr>
        <w:pStyle w:val="ConsPlusNormal"/>
        <w:ind w:firstLine="540"/>
        <w:jc w:val="both"/>
      </w:pPr>
      <w:r>
        <w:t xml:space="preserve">и) обеспечить совместно с Общероссийской общественной организацией "Российский союз промышленников и предпринимателей" принятие организациями в соответствии со </w:t>
      </w:r>
      <w:hyperlink r:id="rId16" w:history="1">
        <w:proofErr w:type="spellStart"/>
        <w:r>
          <w:rPr>
            <w:color w:val="0000FF"/>
          </w:rPr>
          <w:t>статьей</w:t>
        </w:r>
        <w:proofErr w:type="spellEnd"/>
        <w:r>
          <w:rPr>
            <w:color w:val="0000FF"/>
          </w:rPr>
          <w:t xml:space="preserve"> 13.3</w:t>
        </w:r>
      </w:hyperlink>
      <w:r>
        <w:t xml:space="preserve"> Федерального закона "О противодействии коррупции" мер по предупреждению коррупции и их </w:t>
      </w:r>
      <w:r>
        <w:lastRenderedPageBreak/>
        <w:t>реализацию этими организациями, а также консультативно-методическое сопровождение этой работы. Доклад о ходе исполнения настоящего подпункта представить до 1 июня 2017 г.;</w:t>
      </w:r>
    </w:p>
    <w:p w:rsidR="00B90AE8" w:rsidRDefault="00B90AE8">
      <w:pPr>
        <w:pStyle w:val="ConsPlusNormal"/>
        <w:ind w:firstLine="540"/>
        <w:jc w:val="both"/>
      </w:pPr>
      <w:r>
        <w:t>к) совместно с Генеральной прокуратурой Российской Федерации рассмотреть вопросы:</w:t>
      </w:r>
    </w:p>
    <w:p w:rsidR="00B90AE8" w:rsidRDefault="00B90AE8">
      <w:pPr>
        <w:pStyle w:val="ConsPlusNormal"/>
        <w:ind w:firstLine="540"/>
        <w:jc w:val="both"/>
      </w:pPr>
      <w:r>
        <w:t>о распространении на отдельные категории работников организаций, созданных для выполнения задач, поставленных перед органами государственной власти субъектов Российской Федерации и органами местного самоуправления, некоторых запретов, ограничений и требований, установленных в целях противодействия коррупции;</w:t>
      </w:r>
    </w:p>
    <w:p w:rsidR="00B90AE8" w:rsidRDefault="00B90AE8">
      <w:pPr>
        <w:pStyle w:val="ConsPlusNormal"/>
        <w:ind w:firstLine="540"/>
        <w:jc w:val="both"/>
      </w:pPr>
      <w:r>
        <w:t>об унификации антикоррупционных стандартов для работников государственных корпораций (компаний), внебюджетных фондов, иных организаций, созданных на основании федеральных законов, организаций, созданных для выполнения задач, поставленных перед федеральными государственными органами;</w:t>
      </w:r>
    </w:p>
    <w:p w:rsidR="00B90AE8" w:rsidRDefault="00B90AE8">
      <w:pPr>
        <w:pStyle w:val="ConsPlusNormal"/>
        <w:ind w:firstLine="540"/>
        <w:jc w:val="both"/>
      </w:pPr>
      <w:r>
        <w:t>о введении отдельных антикоррупционных стандартов для работников дочерних хозяйственных обществ государственных корпораций (компаний);</w:t>
      </w:r>
    </w:p>
    <w:p w:rsidR="00B90AE8" w:rsidRDefault="00B90AE8">
      <w:pPr>
        <w:pStyle w:val="ConsPlusNormal"/>
        <w:ind w:firstLine="540"/>
        <w:jc w:val="both"/>
      </w:pPr>
      <w:r>
        <w:t xml:space="preserve">о распространении на работников заказчиков, осуществляющих закупки в соответствии с Федеральным </w:t>
      </w:r>
      <w:hyperlink r:id="rId17" w:history="1">
        <w:r>
          <w:rPr>
            <w:color w:val="0000FF"/>
          </w:rPr>
          <w:t>законом</w:t>
        </w:r>
      </w:hyperlink>
      <w:r>
        <w:t xml:space="preserve"> от 5 апреля 2013 г. N 44-ФЗ "О контрактной системе в сфере закупок товаров, работ, услуг для обеспечения государственных и муниципальных нужд", запретов, ограничений и требований, установленных в целях противодействия коррупции;</w:t>
      </w:r>
    </w:p>
    <w:p w:rsidR="00B90AE8" w:rsidRDefault="00B90AE8">
      <w:pPr>
        <w:pStyle w:val="ConsPlusNormal"/>
        <w:ind w:firstLine="540"/>
        <w:jc w:val="both"/>
      </w:pPr>
      <w:r>
        <w:t>о совершенствовании законодательства, регулирующего особенности получения подарков отдельными категориями лиц, в целях противодействия коррупции.</w:t>
      </w:r>
    </w:p>
    <w:p w:rsidR="00B90AE8" w:rsidRDefault="00B90AE8">
      <w:pPr>
        <w:pStyle w:val="ConsPlusNormal"/>
        <w:ind w:firstLine="540"/>
        <w:jc w:val="both"/>
      </w:pPr>
      <w:r>
        <w:t>Доклад о результатах исполнения настоящего подпункта представить до 1 ноября 2016 г.;</w:t>
      </w:r>
    </w:p>
    <w:p w:rsidR="00B90AE8" w:rsidRDefault="00B90AE8">
      <w:pPr>
        <w:pStyle w:val="ConsPlusNormal"/>
        <w:ind w:firstLine="540"/>
        <w:jc w:val="both"/>
      </w:pPr>
      <w:r>
        <w:t>л) внести до 15 августа 2016 г. предложения о совершенствовании мер дисциплинарной ответственности в отношении лиц, замещающих в порядке назначения государственные должности Российской Федерации и государственные должности субъектов Российской Федерации;</w:t>
      </w:r>
    </w:p>
    <w:p w:rsidR="00B90AE8" w:rsidRDefault="00B90AE8">
      <w:pPr>
        <w:pStyle w:val="ConsPlusNormal"/>
        <w:ind w:firstLine="540"/>
        <w:jc w:val="both"/>
      </w:pPr>
      <w:r>
        <w:t>м) совместно с Генеральной прокуратурой Российской Федерации:</w:t>
      </w:r>
    </w:p>
    <w:p w:rsidR="00B90AE8" w:rsidRDefault="00B90AE8">
      <w:pPr>
        <w:pStyle w:val="ConsPlusNormal"/>
        <w:ind w:firstLine="540"/>
        <w:jc w:val="both"/>
      </w:pPr>
      <w:r>
        <w:t>разработать до 1 ноября 2016 г. критерии присвоения организациям статуса организаций, создаваемых для выполнения задач, поставленных перед федеральными государственными органами, органами государственной власти субъектов Российской Федерации и органами местного самоуправления;</w:t>
      </w:r>
    </w:p>
    <w:p w:rsidR="00B90AE8" w:rsidRDefault="00B90AE8">
      <w:pPr>
        <w:pStyle w:val="ConsPlusNormal"/>
        <w:ind w:firstLine="540"/>
        <w:jc w:val="both"/>
      </w:pPr>
      <w:r>
        <w:t>представить до 1 февраля 2017 г. предложения о нормативно-правовом регулировании порядка приобретения организациями статуса организаций, создаваемых для выполнения задач, поставленных перед федеральными государственными органами, органами государственной власти субъектов Российской Федерации и органами местного самоуправления;</w:t>
      </w:r>
    </w:p>
    <w:p w:rsidR="00B90AE8" w:rsidRDefault="00B90AE8">
      <w:pPr>
        <w:pStyle w:val="ConsPlusNormal"/>
        <w:ind w:firstLine="540"/>
        <w:jc w:val="both"/>
      </w:pPr>
      <w:proofErr w:type="gramStart"/>
      <w:r>
        <w:t xml:space="preserve">н) представить предложения о совершенствовании нормативно-правового регулирования вопросов, касающихся недопущения возникновения конфликта интересов при закупке товаров, работ, услуг, осуществляемой в соответствии с федеральными законами от 5 апреля 2013 г. </w:t>
      </w:r>
      <w:hyperlink r:id="rId18" w:history="1">
        <w:r>
          <w:rPr>
            <w:color w:val="0000FF"/>
          </w:rPr>
          <w:t>N 44-ФЗ</w:t>
        </w:r>
      </w:hyperlink>
      <w:r>
        <w:t xml:space="preserve"> "О контрактной системе в сфере закупок товаров, работ, услуг для обеспечения государственных и муниципальных нужд" и от 18 июля 2011 г. </w:t>
      </w:r>
      <w:hyperlink r:id="rId19" w:history="1">
        <w:r>
          <w:rPr>
            <w:color w:val="0000FF"/>
          </w:rPr>
          <w:t>N 223-ФЗ</w:t>
        </w:r>
      </w:hyperlink>
      <w:r>
        <w:t xml:space="preserve"> "О закупках товаров, работ, услуг отдельными</w:t>
      </w:r>
      <w:proofErr w:type="gramEnd"/>
      <w:r>
        <w:t xml:space="preserve"> видами юридических лиц". Доклад о результатах исполнения настоящего подпункта представить до 1 декабря 2016 г.</w:t>
      </w:r>
    </w:p>
    <w:p w:rsidR="00B90AE8" w:rsidRDefault="00B90AE8">
      <w:pPr>
        <w:pStyle w:val="ConsPlusNormal"/>
        <w:ind w:firstLine="540"/>
        <w:jc w:val="both"/>
      </w:pPr>
      <w:r>
        <w:t>2. Руководителю Администрации Президента Российской Федерации, председателю президиума Совета при Президенте Российской Федерации по противодействию коррупции:</w:t>
      </w:r>
    </w:p>
    <w:p w:rsidR="00B90AE8" w:rsidRDefault="00B90AE8">
      <w:pPr>
        <w:pStyle w:val="ConsPlusNormal"/>
        <w:ind w:firstLine="540"/>
        <w:jc w:val="both"/>
      </w:pPr>
      <w:r>
        <w:t>а) организовать рассмотрение на заседаниях президиума Совета при Президенте Российской Федерации по противодействию коррупции вопросов:</w:t>
      </w:r>
    </w:p>
    <w:p w:rsidR="00B90AE8" w:rsidRDefault="00B90AE8">
      <w:pPr>
        <w:pStyle w:val="ConsPlusNormal"/>
        <w:ind w:firstLine="540"/>
        <w:jc w:val="both"/>
      </w:pPr>
      <w:r>
        <w:t>о мерах по предотвращению и урегулированию конфликта интересов, принятых лицами, замещающими государственные должности субъектов Российской Федерации, муниципальные должности, должности государственной и муниципальной службы;</w:t>
      </w:r>
    </w:p>
    <w:p w:rsidR="00B90AE8" w:rsidRDefault="00B90AE8">
      <w:pPr>
        <w:pStyle w:val="ConsPlusNormal"/>
        <w:ind w:firstLine="540"/>
        <w:jc w:val="both"/>
      </w:pPr>
      <w:r>
        <w:t>о состоянии внутреннего финансового аудита в федеральных государственных органах и мерах по его совершенствованию;</w:t>
      </w:r>
    </w:p>
    <w:p w:rsidR="00B90AE8" w:rsidRDefault="00B90AE8">
      <w:pPr>
        <w:pStyle w:val="ConsPlusNormal"/>
        <w:ind w:firstLine="540"/>
        <w:jc w:val="both"/>
      </w:pPr>
      <w:r>
        <w:t xml:space="preserve">о результатах </w:t>
      </w:r>
      <w:proofErr w:type="gramStart"/>
      <w:r>
        <w:t>контроля за</w:t>
      </w:r>
      <w:proofErr w:type="gramEnd"/>
      <w:r>
        <w:t xml:space="preserve"> расходами и обращения в доход государства имущества, в отношении которого не представлено сведений, подтверждающих его приобретение на законные доходы;</w:t>
      </w:r>
    </w:p>
    <w:p w:rsidR="00B90AE8" w:rsidRDefault="00B90AE8">
      <w:pPr>
        <w:pStyle w:val="ConsPlusNormal"/>
        <w:ind w:firstLine="540"/>
        <w:jc w:val="both"/>
      </w:pPr>
      <w:r>
        <w:t xml:space="preserve">о мерах по предупреждению и пресечению незаконной передачи должностному лицу заказчика денежных средств, получаемых поставщиком (подрядчиком, исполнителем) в связи с </w:t>
      </w:r>
      <w:r>
        <w:lastRenderedPageBreak/>
        <w:t>исполнением государственного или муниципального контракта, за "предоставление" права заключения такого контракта (откатов);</w:t>
      </w:r>
    </w:p>
    <w:p w:rsidR="00B90AE8" w:rsidRDefault="00B90AE8">
      <w:pPr>
        <w:pStyle w:val="ConsPlusNormal"/>
        <w:ind w:firstLine="540"/>
        <w:jc w:val="both"/>
      </w:pPr>
      <w:r>
        <w:t>о результатах работы институтов гражданского общества по антикоррупционному просвещению;</w:t>
      </w:r>
    </w:p>
    <w:p w:rsidR="00B90AE8" w:rsidRDefault="00B90AE8">
      <w:pPr>
        <w:pStyle w:val="ConsPlusNormal"/>
        <w:ind w:firstLine="540"/>
        <w:jc w:val="both"/>
      </w:pPr>
      <w:r>
        <w:t>о результатах работы органов внутренних дел Российской Федерации по недопущению и пресечению фактов нецелевого использования и хищения бюджетных средств;</w:t>
      </w:r>
    </w:p>
    <w:p w:rsidR="00B90AE8" w:rsidRDefault="00B90AE8">
      <w:pPr>
        <w:pStyle w:val="ConsPlusNormal"/>
        <w:ind w:firstLine="540"/>
        <w:jc w:val="both"/>
      </w:pPr>
      <w:r>
        <w:t>б) организовать:</w:t>
      </w:r>
    </w:p>
    <w:p w:rsidR="00B90AE8" w:rsidRDefault="00B90AE8">
      <w:pPr>
        <w:pStyle w:val="ConsPlusNormal"/>
        <w:ind w:firstLine="540"/>
        <w:jc w:val="both"/>
      </w:pPr>
      <w:r>
        <w:t>осуществление проверок организации работы по профилактике коррупции в отдельных федеральных государственных органах, государственных корпорациях (компаниях) и иных организациях, а также в органах государственной власти некоторых субъектов Российской Федерации;</w:t>
      </w:r>
    </w:p>
    <w:p w:rsidR="00B90AE8" w:rsidRDefault="00B90AE8">
      <w:pPr>
        <w:pStyle w:val="ConsPlusNormal"/>
        <w:ind w:firstLine="540"/>
        <w:jc w:val="both"/>
      </w:pPr>
      <w:r>
        <w:t>ежегодное проведение семинаров-совещаний по вопросам применения законодательства Российской Федерации о противодействии коррупции с руководителями подразделений федеральных государственных органов и органов субъектов Российской Федерации по профилактике коррупционных и иных правонарушений;</w:t>
      </w:r>
    </w:p>
    <w:p w:rsidR="00B90AE8" w:rsidRDefault="00B90AE8">
      <w:pPr>
        <w:pStyle w:val="ConsPlusNormal"/>
        <w:ind w:firstLine="540"/>
        <w:jc w:val="both"/>
      </w:pPr>
      <w:r>
        <w:t>в) представить председателю Совета при Президенте Российской Федерации по противодействию коррупции доклад о результатах реализации настоящего Национального плана и предложения по совершенствованию государственной политики Российской Федерации в области противодействия коррупции.</w:t>
      </w:r>
    </w:p>
    <w:p w:rsidR="00B90AE8" w:rsidRDefault="00B90AE8">
      <w:pPr>
        <w:pStyle w:val="ConsPlusNormal"/>
        <w:ind w:firstLine="540"/>
        <w:jc w:val="both"/>
      </w:pPr>
      <w:r>
        <w:t>3. Генеральной прокуратуре Российской Федерации:</w:t>
      </w:r>
    </w:p>
    <w:p w:rsidR="00B90AE8" w:rsidRDefault="00B90AE8">
      <w:pPr>
        <w:pStyle w:val="ConsPlusNormal"/>
        <w:ind w:firstLine="540"/>
        <w:jc w:val="both"/>
      </w:pPr>
      <w:r>
        <w:t>а) провести проверки:</w:t>
      </w:r>
    </w:p>
    <w:p w:rsidR="00B90AE8" w:rsidRDefault="00B90AE8">
      <w:pPr>
        <w:pStyle w:val="ConsPlusNormal"/>
        <w:ind w:firstLine="540"/>
        <w:jc w:val="both"/>
      </w:pPr>
      <w:r>
        <w:t>соблюдения федеральными государственными органами требований законодательства Российской Федерации о противодействии коррупции, в том числе требований об организации работы по противодействию коррупции в организациях, созданных для выполнения задач, поставленных перед этими федеральными государственными органами;</w:t>
      </w:r>
    </w:p>
    <w:p w:rsidR="00B90AE8" w:rsidRDefault="00B90AE8">
      <w:pPr>
        <w:pStyle w:val="ConsPlusNormal"/>
        <w:ind w:firstLine="540"/>
        <w:jc w:val="both"/>
      </w:pPr>
      <w:proofErr w:type="gramStart"/>
      <w:r>
        <w:t xml:space="preserve">соблюдения лицами, замещавшими должности государственной или муниципальной службы (в том числе лицами, получившими отрицательное решение комиссий по соблюдению требований к служебному поведению государственных или муниципальных служащих и урегулированию конфликта интересов), ограничений, предусмотренных </w:t>
      </w:r>
      <w:hyperlink r:id="rId20" w:history="1">
        <w:proofErr w:type="spellStart"/>
        <w:r>
          <w:rPr>
            <w:color w:val="0000FF"/>
          </w:rPr>
          <w:t>статьей</w:t>
        </w:r>
        <w:proofErr w:type="spellEnd"/>
        <w:r>
          <w:rPr>
            <w:color w:val="0000FF"/>
          </w:rPr>
          <w:t xml:space="preserve"> 12</w:t>
        </w:r>
      </w:hyperlink>
      <w:r>
        <w:t xml:space="preserve"> Федерального закона "О противодействии коррупции", при заключении ими после увольнения с государственной или муниципальной службы трудовых и гражданско-правовых договоров;</w:t>
      </w:r>
      <w:proofErr w:type="gramEnd"/>
    </w:p>
    <w:p w:rsidR="00B90AE8" w:rsidRDefault="00B90AE8">
      <w:pPr>
        <w:pStyle w:val="ConsPlusNormal"/>
        <w:ind w:firstLine="540"/>
        <w:jc w:val="both"/>
      </w:pPr>
      <w:r>
        <w:t>соблюдения органами субъектов Российской Федерации по профилактике коррупционных и иных правонарушений требований законодательства Российской Федерации о противодействии коррупции;</w:t>
      </w:r>
    </w:p>
    <w:p w:rsidR="00B90AE8" w:rsidRDefault="00B90AE8">
      <w:pPr>
        <w:pStyle w:val="ConsPlusNormal"/>
        <w:ind w:firstLine="540"/>
        <w:jc w:val="both"/>
      </w:pPr>
      <w:r>
        <w:t xml:space="preserve">соблюдения лицами, замещающими должности категории "руководители" в федеральных государственных органах, органах государственной власти субъектов Российской Федерации и муниципальных органах, требований законодательства о предотвращении и урегулировании конфликта интересов, а также о </w:t>
      </w:r>
      <w:proofErr w:type="gramStart"/>
      <w:r>
        <w:t>контроле за</w:t>
      </w:r>
      <w:proofErr w:type="gramEnd"/>
      <w:r>
        <w:t xml:space="preserve"> соответствием расходов их доходам;</w:t>
      </w:r>
    </w:p>
    <w:p w:rsidR="00B90AE8" w:rsidRDefault="00B90AE8">
      <w:pPr>
        <w:pStyle w:val="ConsPlusNormal"/>
        <w:ind w:firstLine="540"/>
        <w:jc w:val="both"/>
      </w:pPr>
      <w:r>
        <w:t>соблюдения требований законодательства Российской Федерации о противодействии коррупции при распоряжении земельными участками, находящимися в государственной или муниципальной собственности, а также при осуществлении закупок лекарственных средств и медицинской техники для обеспечения государственных нужд и организации оказания медицинской помощи гражданам.</w:t>
      </w:r>
    </w:p>
    <w:p w:rsidR="00B90AE8" w:rsidRDefault="00B90AE8">
      <w:pPr>
        <w:pStyle w:val="ConsPlusNormal"/>
        <w:ind w:firstLine="540"/>
        <w:jc w:val="both"/>
      </w:pPr>
      <w:r>
        <w:t>Доклад о результатах исполнения настоящего подпункта представить до 1 сентября 2017 г.;</w:t>
      </w:r>
    </w:p>
    <w:p w:rsidR="00B90AE8" w:rsidRDefault="00B90AE8">
      <w:pPr>
        <w:pStyle w:val="ConsPlusNormal"/>
        <w:ind w:firstLine="540"/>
        <w:jc w:val="both"/>
      </w:pPr>
      <w:r>
        <w:t xml:space="preserve">б) обеспечить совместно с Министерством иностранных дел Российской Федерации участие Российской Федерации в функционировании обзорного механизма </w:t>
      </w:r>
      <w:hyperlink r:id="rId21" w:history="1">
        <w:r>
          <w:rPr>
            <w:color w:val="0000FF"/>
          </w:rPr>
          <w:t>Конвенц</w:t>
        </w:r>
        <w:proofErr w:type="gramStart"/>
        <w:r>
          <w:rPr>
            <w:color w:val="0000FF"/>
          </w:rPr>
          <w:t>ии</w:t>
        </w:r>
      </w:hyperlink>
      <w:r>
        <w:t xml:space="preserve"> ОО</w:t>
      </w:r>
      <w:proofErr w:type="gramEnd"/>
      <w:r>
        <w:t>Н против коррупции и в деятельности Группы государств против коррупции. Доклад о результатах исполнения настоящего подпункта представить до 1 октября 2017 г.;</w:t>
      </w:r>
    </w:p>
    <w:p w:rsidR="00B90AE8" w:rsidRDefault="00B90AE8">
      <w:pPr>
        <w:pStyle w:val="ConsPlusNormal"/>
        <w:ind w:firstLine="540"/>
        <w:jc w:val="both"/>
      </w:pPr>
      <w:r>
        <w:t xml:space="preserve">в) провести анализ практики информирования правоохранительными органами в соответствии с требованиями </w:t>
      </w:r>
      <w:hyperlink r:id="rId22" w:history="1">
        <w:r>
          <w:rPr>
            <w:color w:val="0000FF"/>
          </w:rPr>
          <w:t>части 4.1 статьи 5</w:t>
        </w:r>
      </w:hyperlink>
      <w:r>
        <w:t xml:space="preserve"> Федерального закона "О противодействии коррупции" соответствующих подразделений органов государственной власти по профилактике коррупционных и иных правонарушений о ставших им известных фактах несоблюдения государственными служащими запретов, ограничений и требований, установленных в целях противодействия коррупции. Доклад о результатах исполнения настоящего подпункта </w:t>
      </w:r>
      <w:r>
        <w:lastRenderedPageBreak/>
        <w:t>представить до 1 ноября 2016 г.;</w:t>
      </w:r>
    </w:p>
    <w:p w:rsidR="00B90AE8" w:rsidRDefault="00B90AE8">
      <w:pPr>
        <w:pStyle w:val="ConsPlusNormal"/>
        <w:ind w:firstLine="540"/>
        <w:jc w:val="both"/>
      </w:pPr>
      <w:proofErr w:type="gramStart"/>
      <w:r>
        <w:t>г) подготовить совместно с Министерством иностранных дел Российской Федерации, Министерством юстиции Российской Федерации и Федеральной службой по финансовому мониторингу и внести до 1 сентября 2016 г. в президиум Совета при Президенте Российской Федерации по противодействию коррупции предложения об определении уполномоченного органа по выявлению, аресту и возвращению из иностранных юрисдикции активов, полученных в результате совершения преступлений коррупционной направленности, а также по</w:t>
      </w:r>
      <w:proofErr w:type="gramEnd"/>
      <w:r>
        <w:t xml:space="preserve"> выявлению принадлежащих гражданам Российской Федерации счетов (вкладов), наличных денежных средств и ценностей в иностранных банках, расположенных за пределами территории Российской Федерации, выявлению фактов владения и (или) пользования иностранными финансовыми инструментами гражданами Российской Федерации в случаях, предусмотренных федеральными законами.</w:t>
      </w:r>
    </w:p>
    <w:p w:rsidR="00B90AE8" w:rsidRDefault="00B90AE8">
      <w:pPr>
        <w:pStyle w:val="ConsPlusNormal"/>
        <w:ind w:firstLine="540"/>
        <w:jc w:val="both"/>
      </w:pPr>
      <w:r>
        <w:t>4. Генеральному прокурору Российской Федерации при ежегодном представлении Президенту Российской Федерации и палатам Федерального Собрания Российской Федерации доклада о состоянии законности и правопорядка в Российской Федерации и о проделанной работе по их укреплению уделять особое внимание вопросам, касающимся предупреждения коррупции и борьбы с ней.</w:t>
      </w:r>
    </w:p>
    <w:p w:rsidR="00B90AE8" w:rsidRDefault="00B90AE8">
      <w:pPr>
        <w:pStyle w:val="ConsPlusNormal"/>
        <w:ind w:firstLine="540"/>
        <w:jc w:val="both"/>
      </w:pPr>
      <w:bookmarkStart w:id="8" w:name="P142"/>
      <w:bookmarkEnd w:id="8"/>
      <w:r>
        <w:t xml:space="preserve">5. </w:t>
      </w:r>
      <w:proofErr w:type="gramStart"/>
      <w:r>
        <w:t>Руководителям федеральных государственных органов, высшим должностным лицам (руководителям высших исполнительных органов государственной власти) субъектов Российской Федерации, Председателю Центрального банка Российской Федерации, руководителям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организаций, созданных для выполнения задач, поставленных перед федеральными государственными органами:</w:t>
      </w:r>
      <w:proofErr w:type="gramEnd"/>
    </w:p>
    <w:p w:rsidR="00B90AE8" w:rsidRDefault="00B90AE8">
      <w:pPr>
        <w:pStyle w:val="ConsPlusNormal"/>
        <w:ind w:firstLine="540"/>
        <w:jc w:val="both"/>
      </w:pPr>
      <w:proofErr w:type="gramStart"/>
      <w:r>
        <w:t>а) разработать с участием общественных объединений, уставной задачей которых является участие в противодействии коррупции, и других институтов гражданского общества комплекс организационных, разъяснительных и иных мер по соблюдению служащими и работниками названных государственных органов, Центрального банка Российской Федерации, фондов, государственных корпораций (компаний) и организаций запретов, ограничений и требований, установленных в целях противодействия коррупции;</w:t>
      </w:r>
      <w:proofErr w:type="gramEnd"/>
    </w:p>
    <w:p w:rsidR="00B90AE8" w:rsidRDefault="00B90AE8">
      <w:pPr>
        <w:pStyle w:val="ConsPlusNormal"/>
        <w:ind w:firstLine="540"/>
        <w:jc w:val="both"/>
      </w:pPr>
      <w:r>
        <w:t xml:space="preserve">б) обеспечить </w:t>
      </w:r>
      <w:proofErr w:type="gramStart"/>
      <w:r>
        <w:t>контроль за</w:t>
      </w:r>
      <w:proofErr w:type="gramEnd"/>
      <w:r>
        <w:t xml:space="preserve"> применением предусмотренных законодательством мер юридической ответственности в каждом случае несоблюдения запретов, ограничений и требований, установленных в целях противодействия коррупции, в том числе мер по предотвращению и (или) урегулированию конфликта интересов;</w:t>
      </w:r>
    </w:p>
    <w:p w:rsidR="00B90AE8" w:rsidRDefault="00B90AE8">
      <w:pPr>
        <w:pStyle w:val="ConsPlusNormal"/>
        <w:ind w:firstLine="540"/>
        <w:jc w:val="both"/>
      </w:pPr>
      <w:r>
        <w:t>в) провести анализ соблюдения запретов, ограничений и требований, установленных в целях противодействия коррупции, в том числе касающихся получения подарков отдельными категориями лиц, выполнения иной оплачиваемой работы, обязанности уведомлять об обращениях в целях склонения к совершению коррупционных правонарушений;</w:t>
      </w:r>
    </w:p>
    <w:p w:rsidR="00B90AE8" w:rsidRDefault="00B90AE8">
      <w:pPr>
        <w:pStyle w:val="ConsPlusNormal"/>
        <w:ind w:firstLine="540"/>
        <w:jc w:val="both"/>
      </w:pPr>
      <w:r>
        <w:t>г) продолжить работу по формированию у служащих и работников названных государственных органов, Центрального банка Российской Федерации, фондов, государственных корпораций (компаний) и организаций отрицательного отношения к коррупции.</w:t>
      </w:r>
    </w:p>
    <w:p w:rsidR="00B90AE8" w:rsidRDefault="00B90AE8">
      <w:pPr>
        <w:pStyle w:val="ConsPlusNormal"/>
        <w:ind w:firstLine="540"/>
        <w:jc w:val="both"/>
      </w:pPr>
      <w:r>
        <w:t xml:space="preserve">6. Доклад о результатах исполнения </w:t>
      </w:r>
      <w:hyperlink w:anchor="P142" w:history="1">
        <w:r>
          <w:rPr>
            <w:color w:val="0000FF"/>
          </w:rPr>
          <w:t>пункта 5</w:t>
        </w:r>
      </w:hyperlink>
      <w:r>
        <w:t xml:space="preserve"> настоящего Национального плана:</w:t>
      </w:r>
    </w:p>
    <w:p w:rsidR="00B90AE8" w:rsidRDefault="00B90AE8">
      <w:pPr>
        <w:pStyle w:val="ConsPlusNormal"/>
        <w:ind w:firstLine="540"/>
        <w:jc w:val="both"/>
      </w:pPr>
      <w:r>
        <w:t xml:space="preserve">а) руководителям федеральных государственных органов, за исключением руководителей органов, указанных в </w:t>
      </w:r>
      <w:hyperlink w:anchor="P149" w:history="1">
        <w:r>
          <w:rPr>
            <w:color w:val="0000FF"/>
          </w:rPr>
          <w:t>подпункте "б"</w:t>
        </w:r>
      </w:hyperlink>
      <w:r>
        <w:t xml:space="preserve"> настоящего пункта, Председателю Центрального банка Российской Федерации представить до 15 ноября 2017 г. в президиум Совета при Президенте Российской Федерации по противодействию коррупции;</w:t>
      </w:r>
    </w:p>
    <w:p w:rsidR="00B90AE8" w:rsidRDefault="00B90AE8">
      <w:pPr>
        <w:pStyle w:val="ConsPlusNormal"/>
        <w:ind w:firstLine="540"/>
        <w:jc w:val="both"/>
      </w:pPr>
      <w:bookmarkStart w:id="9" w:name="P149"/>
      <w:bookmarkEnd w:id="9"/>
      <w:r>
        <w:t>б) руководителям федеральных государственных органов, руководство деятельностью которых осуществляет Правительство Российской Федерации, руководителям организаций, созданных для выполнения задач, поставленных перед Правительством Российской Федерации, представить до 1 ноября 2017 г. в Правительство Российской Федерации для подготовки проекта сводного доклада.</w:t>
      </w:r>
    </w:p>
    <w:p w:rsidR="00B90AE8" w:rsidRDefault="00B90AE8">
      <w:pPr>
        <w:pStyle w:val="ConsPlusNormal"/>
        <w:ind w:firstLine="540"/>
        <w:jc w:val="both"/>
      </w:pPr>
      <w:r>
        <w:t xml:space="preserve">7. Правительству Российской Федерации представить до 1 декабря 2017 г. в президиум Совета при Президенте Российской Федерации по противодействию коррупции сводный доклад о </w:t>
      </w:r>
      <w:r>
        <w:lastRenderedPageBreak/>
        <w:t xml:space="preserve">результатах исполнения </w:t>
      </w:r>
      <w:hyperlink w:anchor="P142" w:history="1">
        <w:r>
          <w:rPr>
            <w:color w:val="0000FF"/>
          </w:rPr>
          <w:t>пункта 5</w:t>
        </w:r>
      </w:hyperlink>
      <w:r>
        <w:t xml:space="preserve"> настоящего Национального плана.</w:t>
      </w:r>
    </w:p>
    <w:p w:rsidR="00B90AE8" w:rsidRDefault="00B90AE8">
      <w:pPr>
        <w:pStyle w:val="ConsPlusNormal"/>
        <w:ind w:firstLine="540"/>
        <w:jc w:val="both"/>
      </w:pPr>
      <w:r>
        <w:t>8. Руководителям федеральных государственных органов принять меры по повышению эффективности противодействия коррупции в организациях, созданных для выполнения задач, поставленных перед федеральными государственными органами.</w:t>
      </w:r>
    </w:p>
    <w:p w:rsidR="00B90AE8" w:rsidRDefault="00B90AE8">
      <w:pPr>
        <w:pStyle w:val="ConsPlusNormal"/>
        <w:ind w:firstLine="540"/>
        <w:jc w:val="both"/>
      </w:pPr>
      <w:r>
        <w:t>Доклад о результатах исполнения настоящего пункта представить до 1 сентября 2016 г.</w:t>
      </w:r>
    </w:p>
    <w:p w:rsidR="00B90AE8" w:rsidRDefault="00B90AE8">
      <w:pPr>
        <w:pStyle w:val="ConsPlusNormal"/>
        <w:ind w:firstLine="540"/>
        <w:jc w:val="both"/>
      </w:pPr>
      <w:bookmarkStart w:id="10" w:name="P153"/>
      <w:bookmarkEnd w:id="10"/>
      <w:r>
        <w:t>9. Высшим должностным лицам (руководителям высших исполнительных органов государственной власти) субъектов Российской Федерации в пределах своих полномочий:</w:t>
      </w:r>
    </w:p>
    <w:p w:rsidR="00B90AE8" w:rsidRDefault="00B90AE8">
      <w:pPr>
        <w:pStyle w:val="ConsPlusNormal"/>
        <w:ind w:firstLine="540"/>
        <w:jc w:val="both"/>
      </w:pPr>
      <w:r>
        <w:t>а) обеспечить исполнение нормативных правовых актов Российской Федерации, направленных на совершенствование организационных основ противодействия коррупции в субъектах Российской Федерации;</w:t>
      </w:r>
    </w:p>
    <w:p w:rsidR="00B90AE8" w:rsidRDefault="00B90AE8">
      <w:pPr>
        <w:pStyle w:val="ConsPlusNormal"/>
        <w:ind w:firstLine="540"/>
        <w:jc w:val="both"/>
      </w:pPr>
      <w:r>
        <w:t>б) оказывать содействие органам местного самоуправления в организации работы по противодействию коррупции;</w:t>
      </w:r>
    </w:p>
    <w:p w:rsidR="00B90AE8" w:rsidRDefault="00B90AE8">
      <w:pPr>
        <w:pStyle w:val="ConsPlusNormal"/>
        <w:ind w:firstLine="540"/>
        <w:jc w:val="both"/>
      </w:pPr>
      <w:r>
        <w:t>в) обеспечить проведение социологических исследований для оценки уровня коррупции в субъектах Российской Федерации и по результатам этих исследований принять необходимые меры по совершенствованию работы по противодействию коррупции;</w:t>
      </w:r>
    </w:p>
    <w:p w:rsidR="00B90AE8" w:rsidRDefault="00B90AE8">
      <w:pPr>
        <w:pStyle w:val="ConsPlusNormal"/>
        <w:ind w:firstLine="540"/>
        <w:jc w:val="both"/>
      </w:pPr>
      <w:r>
        <w:t>г) обеспечить выполнение требований законодательства о предотвращении и урегулировании конфликта интересов на государственной гражданской службе субъектов Российской Федерации;</w:t>
      </w:r>
    </w:p>
    <w:p w:rsidR="00B90AE8" w:rsidRDefault="00B90AE8">
      <w:pPr>
        <w:pStyle w:val="ConsPlusNormal"/>
        <w:ind w:firstLine="540"/>
        <w:jc w:val="both"/>
      </w:pPr>
      <w:proofErr w:type="gramStart"/>
      <w:r>
        <w:t>д) организовать обучение работников органов субъектов Российской Федерации по профилактике коррупционных и иных правонарушений по согласованным с Администрацией Президента Российской Федерации программам дополнительного профессионального образования, включающим раздел о функциях органов субъектов Российской Федерации по профилактике коррупционных и иных правонарушений;</w:t>
      </w:r>
      <w:proofErr w:type="gramEnd"/>
    </w:p>
    <w:p w:rsidR="00B90AE8" w:rsidRDefault="00B90AE8">
      <w:pPr>
        <w:pStyle w:val="ConsPlusNormal"/>
        <w:ind w:firstLine="540"/>
        <w:jc w:val="both"/>
      </w:pPr>
      <w:r>
        <w:t xml:space="preserve">е) принять меры по повышению </w:t>
      </w:r>
      <w:proofErr w:type="gramStart"/>
      <w:r>
        <w:t>эффективности деятельности органов субъектов Российской Федерации</w:t>
      </w:r>
      <w:proofErr w:type="gramEnd"/>
      <w:r>
        <w:t xml:space="preserve"> по профилактике коррупционных и иных правонарушений, а также комиссий по координации работы по противодействию коррупции в субъектах Российской Федерации;</w:t>
      </w:r>
    </w:p>
    <w:p w:rsidR="00B90AE8" w:rsidRDefault="00B90AE8">
      <w:pPr>
        <w:pStyle w:val="ConsPlusNormal"/>
        <w:ind w:firstLine="540"/>
        <w:jc w:val="both"/>
      </w:pPr>
      <w:r>
        <w:t xml:space="preserve">ж) издать нормативные правовые акты, устанавливающие дополнительные гарантии обеспечения независимой антикоррупционной экспертизы нормативных правовых актов (проектов нормативных правовых актов) органов государственной власти субъектов Российской Федерации, в том числе предусматривающие создание единых региональных </w:t>
      </w:r>
      <w:proofErr w:type="gramStart"/>
      <w:r>
        <w:t>интернет-порталов</w:t>
      </w:r>
      <w:proofErr w:type="gramEnd"/>
      <w:r>
        <w:t xml:space="preserve"> для размещения проектов указанных актов в целях их общественного обсуждения и проведения независимой антикоррупционной экспертизы;</w:t>
      </w:r>
    </w:p>
    <w:p w:rsidR="00B90AE8" w:rsidRDefault="00B90AE8">
      <w:pPr>
        <w:pStyle w:val="ConsPlusNormal"/>
        <w:ind w:firstLine="540"/>
        <w:jc w:val="both"/>
      </w:pPr>
      <w:r>
        <w:t>з) продолжить работу:</w:t>
      </w:r>
    </w:p>
    <w:p w:rsidR="00B90AE8" w:rsidRDefault="00B90AE8">
      <w:pPr>
        <w:pStyle w:val="ConsPlusNormal"/>
        <w:ind w:firstLine="540"/>
        <w:jc w:val="both"/>
      </w:pPr>
      <w:r>
        <w:t xml:space="preserve">по выявлению случаев несоблюдения лицами, замещающими государственные должности субъектов Российской Федерации, должности государственной гражданской службы субъектов Российской Федерации, требований о предотвращении или об урегулировании конфликта интересов. Каждый случай несоблюдения указанных требований предавать гласности и применять к лицам, нарушившим эти требования, меры юридической ответственности, предусмотренные законодательством Российской Федерации. Обеспечить ежегодное обсуждение вопроса о состоянии этой работы и мерах </w:t>
      </w:r>
      <w:proofErr w:type="gramStart"/>
      <w:r>
        <w:t xml:space="preserve">по </w:t>
      </w:r>
      <w:proofErr w:type="spellStart"/>
      <w:r>
        <w:t>ее</w:t>
      </w:r>
      <w:proofErr w:type="spellEnd"/>
      <w:r>
        <w:t xml:space="preserve"> совершенствованию на заседаниях комиссий по координации работы по противодействию коррупции в субъектах</w:t>
      </w:r>
      <w:proofErr w:type="gramEnd"/>
      <w:r>
        <w:t xml:space="preserve"> Российской Федерации;</w:t>
      </w:r>
    </w:p>
    <w:p w:rsidR="00B90AE8" w:rsidRDefault="00B90AE8">
      <w:pPr>
        <w:pStyle w:val="ConsPlusNormal"/>
        <w:ind w:firstLine="540"/>
        <w:jc w:val="both"/>
      </w:pPr>
      <w:r>
        <w:t>по предупреждению коррупции в организациях, созданных для выполнения задач, поставленных перед органами государственной власти субъектов Российской Федерации.</w:t>
      </w:r>
    </w:p>
    <w:p w:rsidR="00B90AE8" w:rsidRDefault="00B90AE8">
      <w:pPr>
        <w:pStyle w:val="ConsPlusNormal"/>
        <w:ind w:firstLine="540"/>
        <w:jc w:val="both"/>
      </w:pPr>
      <w:r>
        <w:t xml:space="preserve">10. Высшим должностным лицам (руководителям высших исполнительных органов государственной власти) субъектов Российской Федерации представить в аппараты полномочных представителей Президента Российской Федерации в федеральных округах доклады, предусмотренные </w:t>
      </w:r>
      <w:hyperlink w:anchor="P33" w:history="1">
        <w:r>
          <w:rPr>
            <w:color w:val="0000FF"/>
          </w:rPr>
          <w:t>пунктом 11</w:t>
        </w:r>
      </w:hyperlink>
      <w:r>
        <w:t xml:space="preserve"> Указа Президента Российской Федерации от 1 апреля 2016 г. N 147 "О Национальном плане противодействия коррупции на 2016 - 2017 годы".</w:t>
      </w:r>
    </w:p>
    <w:p w:rsidR="00B90AE8" w:rsidRDefault="00B90AE8">
      <w:pPr>
        <w:pStyle w:val="ConsPlusNormal"/>
        <w:ind w:firstLine="540"/>
        <w:jc w:val="both"/>
      </w:pPr>
      <w:r>
        <w:t>11. Полномочному представителю Президента Российской Федерации в Уральском федеральном округе организовать проведение с участием представителей государственных органов и организаций, российских и иностранных научных и иных организаций научно-практических конференций по актуальным вопросам реализации государственной политики Российской Федерации в области противодействия коррупции:</w:t>
      </w:r>
    </w:p>
    <w:p w:rsidR="00B90AE8" w:rsidRDefault="00B90AE8">
      <w:pPr>
        <w:pStyle w:val="ConsPlusNormal"/>
        <w:ind w:firstLine="540"/>
        <w:jc w:val="both"/>
      </w:pPr>
      <w:r>
        <w:t xml:space="preserve">а) на базе Челябинского филиала федерального государственного бюджетного </w:t>
      </w:r>
      <w:r>
        <w:lastRenderedPageBreak/>
        <w:t>образовательного учреждения высшего профессионального образования "Российская академия народного хозяйства и государственной службы при Президенте Российской Федерации" - во втором полугодии 2016 г.;</w:t>
      </w:r>
    </w:p>
    <w:p w:rsidR="00B90AE8" w:rsidRDefault="00B90AE8">
      <w:pPr>
        <w:pStyle w:val="ConsPlusNormal"/>
        <w:ind w:firstLine="540"/>
        <w:jc w:val="both"/>
      </w:pPr>
      <w:r>
        <w:t>б) на базе федерального государственного бюджетного образовательного учреждения высшего образования "Уральский государственный юридический университет" - в первом полугодии 2017 г.</w:t>
      </w:r>
    </w:p>
    <w:p w:rsidR="00B90AE8" w:rsidRDefault="00B90AE8">
      <w:pPr>
        <w:pStyle w:val="ConsPlusNormal"/>
        <w:ind w:firstLine="540"/>
        <w:jc w:val="both"/>
      </w:pPr>
      <w:r>
        <w:t>Доклад о результатах исполнения настоящего пункта представить до 15 сентября 2017 г.</w:t>
      </w:r>
    </w:p>
    <w:p w:rsidR="00B90AE8" w:rsidRDefault="00B90AE8">
      <w:pPr>
        <w:pStyle w:val="ConsPlusNormal"/>
        <w:ind w:firstLine="540"/>
        <w:jc w:val="both"/>
      </w:pPr>
      <w:r>
        <w:t>12. Министерству внутренних дел Российской Федерации осуществить комплекс мероприятий, направленных:</w:t>
      </w:r>
    </w:p>
    <w:p w:rsidR="00B90AE8" w:rsidRDefault="00B90AE8">
      <w:pPr>
        <w:pStyle w:val="ConsPlusNormal"/>
        <w:ind w:firstLine="540"/>
        <w:jc w:val="both"/>
      </w:pPr>
      <w:r>
        <w:t xml:space="preserve">а) на предотвращение попыток хищения средств, выделяемых из федерального бюджета на реализацию федеральных целевых программ, крупнейших инвестиционных проектов и подготовку к проведению в Российской Федерации Кубка конфедераций </w:t>
      </w:r>
      <w:proofErr w:type="spellStart"/>
      <w:r>
        <w:t>FIFA</w:t>
      </w:r>
      <w:proofErr w:type="spellEnd"/>
      <w:r>
        <w:t xml:space="preserve"> 2017 года и чемпионата мира по футболу </w:t>
      </w:r>
      <w:proofErr w:type="spellStart"/>
      <w:r>
        <w:t>FIFA</w:t>
      </w:r>
      <w:proofErr w:type="spellEnd"/>
      <w:r>
        <w:t xml:space="preserve"> 2018 года;</w:t>
      </w:r>
    </w:p>
    <w:p w:rsidR="00B90AE8" w:rsidRDefault="00B90AE8">
      <w:pPr>
        <w:pStyle w:val="ConsPlusNormal"/>
        <w:ind w:firstLine="540"/>
        <w:jc w:val="both"/>
      </w:pPr>
      <w:r>
        <w:t>б) на предотвращение попыток хищения средств, предназначенных для проведения капитального ремонта общего имущества в многоквартирных домах;</w:t>
      </w:r>
    </w:p>
    <w:p w:rsidR="00B90AE8" w:rsidRDefault="00B90AE8">
      <w:pPr>
        <w:pStyle w:val="ConsPlusNormal"/>
        <w:ind w:firstLine="540"/>
        <w:jc w:val="both"/>
      </w:pPr>
      <w:r>
        <w:t>в) на выявление и раскрытие преступлений коррупционной направленности, совершенных в крупном или особо крупном размере либо организованными группами;</w:t>
      </w:r>
    </w:p>
    <w:p w:rsidR="00B90AE8" w:rsidRDefault="00B90AE8">
      <w:pPr>
        <w:pStyle w:val="ConsPlusNormal"/>
        <w:ind w:firstLine="540"/>
        <w:jc w:val="both"/>
      </w:pPr>
      <w:proofErr w:type="gramStart"/>
      <w:r>
        <w:t>г) на борьбу с незаконной передачей должностному лицу заказчика денежных средств, получаемых поставщиком (подрядчиком, исполнителем) в связи с исполнением государственного или муниципального контракта, за "предоставление" права заключения данного контракта (откатами) и хищениями в сфере закупок товаров, работ, услуг для обеспечения государственных и муниципальных нужд, а также хищениями государственного и муниципального имущества;</w:t>
      </w:r>
      <w:proofErr w:type="gramEnd"/>
    </w:p>
    <w:p w:rsidR="00B90AE8" w:rsidRDefault="00B90AE8">
      <w:pPr>
        <w:pStyle w:val="ConsPlusNormal"/>
        <w:ind w:firstLine="540"/>
        <w:jc w:val="both"/>
      </w:pPr>
      <w:proofErr w:type="gramStart"/>
      <w:r>
        <w:t>д) на борьбу с преступлениями коррупционной направленности, совершаемыми лицами, постоянно, временно или на основании специального полномочия осуществляющими функции представителя власти либо выполняющими организационно-распорядительные или административно-хозяйственные функции в государственных органах, органах местного самоуправления, государственных корпорациях (компаниях), на государственных и муниципальных унитарных предприятиях, в акционерных обществах, в уставном капитале которых доля участия Российской Федерации, субъекта Российской Федерации или муниципального образования превышает 50</w:t>
      </w:r>
      <w:proofErr w:type="gramEnd"/>
      <w:r>
        <w:t xml:space="preserve"> процентов;</w:t>
      </w:r>
    </w:p>
    <w:p w:rsidR="00B90AE8" w:rsidRDefault="00B90AE8">
      <w:pPr>
        <w:pStyle w:val="ConsPlusNormal"/>
        <w:ind w:firstLine="540"/>
        <w:jc w:val="both"/>
      </w:pPr>
      <w:r>
        <w:t>е) на выявление фактов подкупа иностранных должностных лиц и должностных лиц публичных международных организаций, в том числе при осуществлении международных коммерческих сделок.</w:t>
      </w:r>
    </w:p>
    <w:p w:rsidR="00B90AE8" w:rsidRDefault="00B90AE8">
      <w:pPr>
        <w:pStyle w:val="ConsPlusNormal"/>
        <w:ind w:firstLine="540"/>
        <w:jc w:val="both"/>
      </w:pPr>
      <w:r>
        <w:t>Доклад о результатах исполнения настоящего пункта представить до 1 декабря 2017 г.</w:t>
      </w:r>
    </w:p>
    <w:p w:rsidR="00B90AE8" w:rsidRDefault="00B90AE8">
      <w:pPr>
        <w:pStyle w:val="ConsPlusNormal"/>
        <w:ind w:firstLine="540"/>
        <w:jc w:val="both"/>
      </w:pPr>
      <w:r>
        <w:t>13. Министерству иностранных дел Российской Федерации:</w:t>
      </w:r>
    </w:p>
    <w:p w:rsidR="00B90AE8" w:rsidRDefault="00B90AE8">
      <w:pPr>
        <w:pStyle w:val="ConsPlusNormal"/>
        <w:ind w:firstLine="540"/>
        <w:jc w:val="both"/>
      </w:pPr>
      <w:r>
        <w:t>а) обеспечить совместно с заинтересованными федеральными государственными органами активное и результативное участие Российской Федерации в международных антикоррупционных мероприятиях, в том числе в деятельности:</w:t>
      </w:r>
    </w:p>
    <w:p w:rsidR="00B90AE8" w:rsidRDefault="00B90AE8">
      <w:pPr>
        <w:pStyle w:val="ConsPlusNormal"/>
        <w:ind w:firstLine="540"/>
        <w:jc w:val="both"/>
      </w:pPr>
      <w:r>
        <w:t xml:space="preserve">рабочей группы </w:t>
      </w:r>
      <w:proofErr w:type="spellStart"/>
      <w:r>
        <w:t>АТЭС</w:t>
      </w:r>
      <w:proofErr w:type="spellEnd"/>
      <w:r>
        <w:t xml:space="preserve"> по борьбе с коррупцией и обеспечению </w:t>
      </w:r>
      <w:proofErr w:type="spellStart"/>
      <w:r>
        <w:t>транспарентности</w:t>
      </w:r>
      <w:proofErr w:type="spellEnd"/>
      <w:r>
        <w:t>;</w:t>
      </w:r>
    </w:p>
    <w:p w:rsidR="00B90AE8" w:rsidRDefault="00B90AE8">
      <w:pPr>
        <w:pStyle w:val="ConsPlusNormal"/>
        <w:ind w:firstLine="540"/>
        <w:jc w:val="both"/>
      </w:pPr>
      <w:r>
        <w:t>рабочей группы по противодействию коррупции "Группы двадцати";</w:t>
      </w:r>
    </w:p>
    <w:p w:rsidR="00B90AE8" w:rsidRDefault="00B90AE8">
      <w:pPr>
        <w:pStyle w:val="ConsPlusNormal"/>
        <w:ind w:firstLine="540"/>
        <w:jc w:val="both"/>
      </w:pPr>
      <w:r>
        <w:t xml:space="preserve">рабочей группы по противодействию коррупции государств - участников </w:t>
      </w:r>
      <w:proofErr w:type="spellStart"/>
      <w:r>
        <w:t>БРИКС</w:t>
      </w:r>
      <w:proofErr w:type="spellEnd"/>
      <w:r>
        <w:t>;</w:t>
      </w:r>
    </w:p>
    <w:p w:rsidR="00B90AE8" w:rsidRDefault="00B90AE8">
      <w:pPr>
        <w:pStyle w:val="ConsPlusNormal"/>
        <w:ind w:firstLine="540"/>
        <w:jc w:val="both"/>
      </w:pPr>
      <w:r>
        <w:t>б) осуществлять:</w:t>
      </w:r>
    </w:p>
    <w:p w:rsidR="00B90AE8" w:rsidRDefault="00B90AE8">
      <w:pPr>
        <w:pStyle w:val="ConsPlusNormal"/>
        <w:ind w:firstLine="540"/>
        <w:jc w:val="both"/>
      </w:pPr>
      <w:r>
        <w:t>сотрудничество с Международной антикоррупционной академией;</w:t>
      </w:r>
    </w:p>
    <w:p w:rsidR="00B90AE8" w:rsidRDefault="00B90AE8">
      <w:pPr>
        <w:pStyle w:val="ConsPlusNormal"/>
        <w:ind w:firstLine="540"/>
        <w:jc w:val="both"/>
      </w:pPr>
      <w:r>
        <w:t>организационно-техническое и информационное обеспечение деятельности делегаций Российской Федерации, участвующих в международных антикоррупционных мероприятиях.</w:t>
      </w:r>
    </w:p>
    <w:p w:rsidR="00B90AE8" w:rsidRDefault="00B90AE8">
      <w:pPr>
        <w:pStyle w:val="ConsPlusNormal"/>
        <w:ind w:firstLine="540"/>
        <w:jc w:val="both"/>
      </w:pPr>
      <w:r>
        <w:t>Доклад о результатах исполнения настоящего пункта представить до 1 августа 2017 г.</w:t>
      </w:r>
    </w:p>
    <w:p w:rsidR="00B90AE8" w:rsidRDefault="00B90AE8">
      <w:pPr>
        <w:pStyle w:val="ConsPlusNormal"/>
        <w:ind w:firstLine="540"/>
        <w:jc w:val="both"/>
      </w:pPr>
      <w:r>
        <w:t>14. Министерству юстиции Российской Федерации:</w:t>
      </w:r>
    </w:p>
    <w:p w:rsidR="00B90AE8" w:rsidRDefault="00B90AE8">
      <w:pPr>
        <w:pStyle w:val="ConsPlusNormal"/>
        <w:ind w:firstLine="540"/>
        <w:jc w:val="both"/>
      </w:pPr>
      <w:r>
        <w:t xml:space="preserve">а) рассмотреть вопрос о целесообразности усиления ответственности за внесение в документы </w:t>
      </w:r>
      <w:proofErr w:type="spellStart"/>
      <w:r>
        <w:t>отчетности</w:t>
      </w:r>
      <w:proofErr w:type="spellEnd"/>
      <w:r>
        <w:t xml:space="preserve"> финансовых организаций заведомо недостоверных сведений;</w:t>
      </w:r>
    </w:p>
    <w:p w:rsidR="00B90AE8" w:rsidRDefault="00B90AE8">
      <w:pPr>
        <w:pStyle w:val="ConsPlusNormal"/>
        <w:ind w:firstLine="540"/>
        <w:jc w:val="both"/>
      </w:pPr>
      <w:r>
        <w:t xml:space="preserve">б) обеспечить совместно с Министерством иностранных дел Российской Федерации, Министерством экономического развития Российской Федерации и другими заинтересованными федеральными государственными органами результативное участие Российской Федерации в деятельности рабочей группы Организации экономического сотрудничества и развития по борьбе с подкупом иностранных должностных лиц при осуществлении международных коммерческих </w:t>
      </w:r>
      <w:r>
        <w:lastRenderedPageBreak/>
        <w:t>сделок;</w:t>
      </w:r>
    </w:p>
    <w:p w:rsidR="00B90AE8" w:rsidRDefault="00B90AE8">
      <w:pPr>
        <w:pStyle w:val="ConsPlusNormal"/>
        <w:ind w:firstLine="540"/>
        <w:jc w:val="both"/>
      </w:pPr>
      <w:r>
        <w:t xml:space="preserve">в) подготовить совместно с Генеральной прокуратурой Российской Федерации в целях совершенствования работы по восстановлению имущественных прав и взыскания ущерба, </w:t>
      </w:r>
      <w:proofErr w:type="spellStart"/>
      <w:r>
        <w:t>причиненного</w:t>
      </w:r>
      <w:proofErr w:type="spellEnd"/>
      <w:r>
        <w:t xml:space="preserve"> преступлениями коррупционной направленности, предложения о внесении в Уголовно-процессуальный </w:t>
      </w:r>
      <w:hyperlink r:id="rId23" w:history="1">
        <w:r>
          <w:rPr>
            <w:color w:val="0000FF"/>
          </w:rPr>
          <w:t>кодекс</w:t>
        </w:r>
      </w:hyperlink>
      <w:r>
        <w:t xml:space="preserve"> Российской Федерации изменений, предусматривающих предоставление прокурору полномочий предъявлять гражданский иск в защиту интересов муниципального образования, государственных и муниципальных унитарных предприятий.</w:t>
      </w:r>
    </w:p>
    <w:p w:rsidR="00B90AE8" w:rsidRDefault="00B90AE8">
      <w:pPr>
        <w:pStyle w:val="ConsPlusNormal"/>
        <w:ind w:firstLine="540"/>
        <w:jc w:val="both"/>
      </w:pPr>
      <w:r>
        <w:t>Доклад о результатах исполнения настоящего пункта представить до 1 июля 2017 г.</w:t>
      </w:r>
    </w:p>
    <w:p w:rsidR="00B90AE8" w:rsidRDefault="00B90AE8">
      <w:pPr>
        <w:pStyle w:val="ConsPlusNormal"/>
        <w:ind w:firstLine="540"/>
        <w:jc w:val="both"/>
      </w:pPr>
      <w:r>
        <w:t xml:space="preserve">15. </w:t>
      </w:r>
      <w:proofErr w:type="gramStart"/>
      <w:r>
        <w:t>Председателю Центрального банка Российской Федерации, руководителям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обеспечить рассмотрение на заседаниях коллегий (совещаниях), проводимых под председательством указанных лиц, вопросов о состоянии работы по противодействию коррупции и принять конкретные меры по совершенствованию такой работы.</w:t>
      </w:r>
      <w:proofErr w:type="gramEnd"/>
    </w:p>
    <w:p w:rsidR="00B90AE8" w:rsidRDefault="00B90AE8">
      <w:pPr>
        <w:pStyle w:val="ConsPlusNormal"/>
        <w:ind w:firstLine="540"/>
        <w:jc w:val="both"/>
      </w:pPr>
      <w:r>
        <w:t>Доклад о результатах исполнения настоящего пункта представить до 1 ноября 2016 г.</w:t>
      </w:r>
    </w:p>
    <w:p w:rsidR="00B90AE8" w:rsidRDefault="00B90AE8">
      <w:pPr>
        <w:pStyle w:val="ConsPlusNormal"/>
        <w:ind w:firstLine="540"/>
        <w:jc w:val="both"/>
      </w:pPr>
      <w:r>
        <w:t>16. Рекомендовать органам исполнительной власти Республики Татарстан обеспечить проведение:</w:t>
      </w:r>
    </w:p>
    <w:p w:rsidR="00B90AE8" w:rsidRDefault="00B90AE8">
      <w:pPr>
        <w:pStyle w:val="ConsPlusNormal"/>
        <w:ind w:firstLine="540"/>
        <w:jc w:val="both"/>
      </w:pPr>
      <w:r>
        <w:t>а) научно-практической конференции по актуальным вопросам противодействия коррупции в субъектах Российской Федерации с участием представителей научных организаций, осуществляющих исследования организационных и правовых проблем в сфере противодействия коррупции и выработку практических рекомендаций, - во втором полугодии 2016 г.;</w:t>
      </w:r>
    </w:p>
    <w:p w:rsidR="00B90AE8" w:rsidRDefault="00B90AE8">
      <w:pPr>
        <w:pStyle w:val="ConsPlusNormal"/>
        <w:ind w:firstLine="540"/>
        <w:jc w:val="both"/>
      </w:pPr>
      <w:r>
        <w:t>б) научно-практической конференции по актуальным вопросам формирования антикоррупционных стандартов и их применения - в первом полугодии 2017 г.</w:t>
      </w:r>
    </w:p>
    <w:p w:rsidR="00B90AE8" w:rsidRDefault="00B90AE8">
      <w:pPr>
        <w:pStyle w:val="ConsPlusNormal"/>
        <w:ind w:firstLine="540"/>
        <w:jc w:val="both"/>
      </w:pPr>
      <w:r>
        <w:t>Доклад о результатах исполнения настоящего пункта представить до 1 июля 2017 г.</w:t>
      </w:r>
    </w:p>
    <w:p w:rsidR="00B90AE8" w:rsidRDefault="00B90AE8">
      <w:pPr>
        <w:pStyle w:val="ConsPlusNormal"/>
        <w:ind w:firstLine="540"/>
        <w:jc w:val="both"/>
      </w:pPr>
      <w:r>
        <w:t>17. Рекомендовать Государственной корпорации по атомной энергии "</w:t>
      </w:r>
      <w:proofErr w:type="spellStart"/>
      <w:r>
        <w:t>Росатом</w:t>
      </w:r>
      <w:proofErr w:type="spellEnd"/>
      <w:r>
        <w:t>" совместно с другими государственными корпорациями (компаниями):</w:t>
      </w:r>
    </w:p>
    <w:p w:rsidR="00B90AE8" w:rsidRDefault="00B90AE8">
      <w:pPr>
        <w:pStyle w:val="ConsPlusNormal"/>
        <w:ind w:firstLine="540"/>
        <w:jc w:val="both"/>
      </w:pPr>
      <w:r>
        <w:t>а) проводить с привлечением научных и образовательных организаций повышение квалификации работников государственных корпораций (компаний), в должностные обязанности которых входит участие в противодействии коррупции, по образовательным программам, согласованным с Администрацией Президента Российской Федерации;</w:t>
      </w:r>
    </w:p>
    <w:p w:rsidR="00B90AE8" w:rsidRDefault="00B90AE8">
      <w:pPr>
        <w:pStyle w:val="ConsPlusNormal"/>
        <w:ind w:firstLine="540"/>
        <w:jc w:val="both"/>
      </w:pPr>
      <w:r>
        <w:t xml:space="preserve">б) принять меры по повышению эффективности деятельности межведомственной рабочей группы по вопросам совершенствования работы по противодействию коррупции в дочерних хозяйственных обществах государственных корпораций (компаний), предусмотрев следующие направления </w:t>
      </w:r>
      <w:proofErr w:type="spellStart"/>
      <w:r>
        <w:t>ее</w:t>
      </w:r>
      <w:proofErr w:type="spellEnd"/>
      <w:r>
        <w:t xml:space="preserve"> деятельности:</w:t>
      </w:r>
    </w:p>
    <w:p w:rsidR="00B90AE8" w:rsidRDefault="00B90AE8">
      <w:pPr>
        <w:pStyle w:val="ConsPlusNormal"/>
        <w:ind w:firstLine="540"/>
        <w:jc w:val="both"/>
      </w:pPr>
      <w:r>
        <w:t>предотвращение или урегулирование конфликта интересов, возникшего у работников государственных корпораций (компаний) и их дочерних хозяйственных обществ;</w:t>
      </w:r>
    </w:p>
    <w:p w:rsidR="00B90AE8" w:rsidRDefault="00B90AE8">
      <w:pPr>
        <w:pStyle w:val="ConsPlusNormal"/>
        <w:ind w:firstLine="540"/>
        <w:jc w:val="both"/>
      </w:pPr>
      <w:r>
        <w:t>минимизация рисков, связанных с применением к государственным корпорациям (компаниям) и их дочерним хозяйственным обществам антикоррупционного законодательства иностранных государств;</w:t>
      </w:r>
    </w:p>
    <w:p w:rsidR="00B90AE8" w:rsidRDefault="00B90AE8">
      <w:pPr>
        <w:pStyle w:val="ConsPlusNormal"/>
        <w:ind w:firstLine="540"/>
        <w:jc w:val="both"/>
      </w:pPr>
      <w:r>
        <w:t>мониторинг реализации мер по противодействию коррупции в государственных корпорациях (компаниях) и их дочерних хозяйственных обществах.</w:t>
      </w:r>
    </w:p>
    <w:p w:rsidR="00B90AE8" w:rsidRDefault="00B90AE8">
      <w:pPr>
        <w:pStyle w:val="ConsPlusNormal"/>
        <w:ind w:firstLine="540"/>
        <w:jc w:val="both"/>
      </w:pPr>
      <w:r>
        <w:t>Доклад о результатах исполнения настоящего пункта представить до 1 июня 2017 г.</w:t>
      </w:r>
    </w:p>
    <w:p w:rsidR="00B90AE8" w:rsidRDefault="00B90AE8">
      <w:pPr>
        <w:pStyle w:val="ConsPlusNormal"/>
        <w:ind w:firstLine="540"/>
        <w:jc w:val="both"/>
      </w:pPr>
      <w:r>
        <w:t>18. Федеральному государственному бюджетному образовательному учреждению высшего профессионального образования "Российская академия народного хозяйства и государственной службы при Президенте Российской Федерации" обеспечить:</w:t>
      </w:r>
    </w:p>
    <w:p w:rsidR="00B90AE8" w:rsidRDefault="00B90AE8">
      <w:pPr>
        <w:pStyle w:val="ConsPlusNormal"/>
        <w:ind w:firstLine="540"/>
        <w:jc w:val="both"/>
      </w:pPr>
      <w:proofErr w:type="gramStart"/>
      <w:r>
        <w:t>а) разработку Научно-образовательным центром противодействия коррупции с привлечением иных научных и образовательных организаций и при участии Управления Президента Российской Федерации по вопросам противодействия коррупции научно-практического пособия "Функции подразделений федеральных государственных органов (органов субъектов Российской Федерации) по профилактике коррупционных и иных правонарушений" для его использования в учебном процессе при реализации образовательных программ повышения квалификации государственных служащих, в должностные обязанности которых входит</w:t>
      </w:r>
      <w:proofErr w:type="gramEnd"/>
      <w:r>
        <w:t xml:space="preserve"> участие в противодействии коррупции;</w:t>
      </w:r>
    </w:p>
    <w:p w:rsidR="00B90AE8" w:rsidRDefault="00B90AE8">
      <w:pPr>
        <w:pStyle w:val="ConsPlusNormal"/>
        <w:ind w:firstLine="540"/>
        <w:jc w:val="both"/>
      </w:pPr>
      <w:r>
        <w:lastRenderedPageBreak/>
        <w:t>б) ежегодное проведение на базе Научно-образовательного центра противодействия коррупции учебно-методических семинаров продолжительностью до пяти дней для педагогических работников образовательных организаций, осуществляющих реализацию образовательных программ по антикоррупционной тематике, по программе, согласованной с Администрацией Президента Российской Федерации.</w:t>
      </w:r>
    </w:p>
    <w:p w:rsidR="00B90AE8" w:rsidRDefault="00B90AE8">
      <w:pPr>
        <w:pStyle w:val="ConsPlusNormal"/>
        <w:ind w:firstLine="540"/>
        <w:jc w:val="both"/>
      </w:pPr>
      <w:r>
        <w:t>Доклад о результатах исполнения настоящего пункта представить до 1 марта 2017 г.</w:t>
      </w:r>
    </w:p>
    <w:p w:rsidR="00B90AE8" w:rsidRDefault="00B90AE8">
      <w:pPr>
        <w:pStyle w:val="ConsPlusNormal"/>
        <w:ind w:firstLine="540"/>
        <w:jc w:val="both"/>
      </w:pPr>
      <w:r>
        <w:t>19. Федеральному государственному научно-исследовательскому учреждению "Институт законодательства и сравнительного правоведения при Правительстве Российской Федерации" организовать проведение в 2016 и 2017 годах ежегодного Евразийского антикоррупционного форума.</w:t>
      </w:r>
    </w:p>
    <w:p w:rsidR="00B90AE8" w:rsidRDefault="00B90AE8">
      <w:pPr>
        <w:pStyle w:val="ConsPlusNormal"/>
        <w:ind w:firstLine="540"/>
        <w:jc w:val="both"/>
      </w:pPr>
      <w:r>
        <w:t>Доклад о результатах исполнения настоящего пункта представить до 1 ноября 2017 г.</w:t>
      </w:r>
    </w:p>
    <w:p w:rsidR="00B90AE8" w:rsidRDefault="00B90AE8">
      <w:pPr>
        <w:pStyle w:val="ConsPlusNormal"/>
        <w:ind w:firstLine="540"/>
        <w:jc w:val="both"/>
      </w:pPr>
      <w:r>
        <w:t>20. Рекомендовать Общероссийской общественной организации "Ассоциация юристов России", Общероссийской общественно-государственной просветительской организации "Российское общество "Знание", другим общественным организациям:</w:t>
      </w:r>
    </w:p>
    <w:p w:rsidR="00B90AE8" w:rsidRDefault="00B90AE8">
      <w:pPr>
        <w:pStyle w:val="ConsPlusNormal"/>
        <w:ind w:firstLine="540"/>
        <w:jc w:val="both"/>
      </w:pPr>
      <w:r>
        <w:t>а) подготовить и провести просветительские мероприятия, направленные на информирование граждан о требованиях законодательства Российской Федерации о противодействии коррупции к поведению лиц, замещающих государственные и муниципальные должности, на обеспечение выполнения гражданами норм антикоррупционного поведения, на создание в обществе атмосферы нетерпимости к коррупционным проявлениям и недопустимости легитимации коррупционных проявлений;</w:t>
      </w:r>
    </w:p>
    <w:p w:rsidR="00B90AE8" w:rsidRDefault="00B90AE8">
      <w:pPr>
        <w:pStyle w:val="ConsPlusNormal"/>
        <w:ind w:firstLine="540"/>
        <w:jc w:val="both"/>
      </w:pPr>
      <w:r>
        <w:t>б) обеспечить во взаимодействии с образовательными и научными организациями проведение в субъектах Российской Федерации регулярных публичных лекций по антикоррупционной тематике.</w:t>
      </w:r>
    </w:p>
    <w:p w:rsidR="00B90AE8" w:rsidRDefault="00B90AE8">
      <w:pPr>
        <w:pStyle w:val="ConsPlusNormal"/>
        <w:ind w:firstLine="540"/>
        <w:jc w:val="both"/>
      </w:pPr>
      <w:r>
        <w:t>Доклад о результатах исполнения настоящего пункта представить до 1 июля 2017 г.</w:t>
      </w:r>
    </w:p>
    <w:p w:rsidR="00B90AE8" w:rsidRDefault="00B90AE8">
      <w:pPr>
        <w:pStyle w:val="ConsPlusNormal"/>
        <w:ind w:firstLine="540"/>
        <w:jc w:val="both"/>
      </w:pPr>
      <w:r>
        <w:t>21. Рекомендовать Общероссийской общественной организации "Союз журналистов России":</w:t>
      </w:r>
    </w:p>
    <w:p w:rsidR="00B90AE8" w:rsidRDefault="00B90AE8">
      <w:pPr>
        <w:pStyle w:val="ConsPlusNormal"/>
        <w:ind w:firstLine="540"/>
        <w:jc w:val="both"/>
      </w:pPr>
      <w:r>
        <w:t>а) организовать во взаимодействии с заинтересованными федеральными государственными органами, органами исполнительной власти субъектов Российской Федерации проведение ежегодного конкурса журналистских публикаций на тему "Средства массовой информации против коррупции";</w:t>
      </w:r>
    </w:p>
    <w:p w:rsidR="00B90AE8" w:rsidRDefault="00B90AE8">
      <w:pPr>
        <w:pStyle w:val="ConsPlusNormal"/>
        <w:ind w:firstLine="540"/>
        <w:jc w:val="both"/>
      </w:pPr>
      <w:r>
        <w:t>б) обеспечить во взаимодействии со средствами массовой информации распространение позитивного опыта противодействия граждан и институтов гражданского общества попыткам коррупционного давления.</w:t>
      </w:r>
    </w:p>
    <w:p w:rsidR="00B90AE8" w:rsidRDefault="00B90AE8">
      <w:pPr>
        <w:pStyle w:val="ConsPlusNormal"/>
        <w:ind w:firstLine="540"/>
        <w:jc w:val="both"/>
      </w:pPr>
      <w:r>
        <w:t>Доклад о результатах исполнения настоящего пункта представить до 1 июля 2017 г.</w:t>
      </w:r>
    </w:p>
    <w:p w:rsidR="00B90AE8" w:rsidRDefault="00B90AE8">
      <w:pPr>
        <w:pStyle w:val="ConsPlusNormal"/>
        <w:ind w:firstLine="540"/>
        <w:jc w:val="both"/>
      </w:pPr>
      <w:r>
        <w:t>22. Рекомендовать:</w:t>
      </w:r>
    </w:p>
    <w:p w:rsidR="00B90AE8" w:rsidRDefault="00B90AE8">
      <w:pPr>
        <w:pStyle w:val="ConsPlusNormal"/>
        <w:ind w:firstLine="540"/>
        <w:jc w:val="both"/>
      </w:pPr>
      <w:proofErr w:type="gramStart"/>
      <w:r>
        <w:t>а) общественным профессиональным объединениям работников средств массовой информации и других работников, профессиональная деятельность которых связана с обеспечением общественных интересов и привлекает повышенное общественное внимание, размещать сведения о доходах, расходах, об имуществе и обязательствах имущественного характера членов этих объединений на официальных сайтах соответствующих общественных профессиональных объединений и (или) осуществлять публикацию указанных сведений в средствах массовой информации;</w:t>
      </w:r>
      <w:proofErr w:type="gramEnd"/>
    </w:p>
    <w:p w:rsidR="00B90AE8" w:rsidRDefault="00B90AE8">
      <w:pPr>
        <w:pStyle w:val="ConsPlusNormal"/>
        <w:ind w:firstLine="540"/>
        <w:jc w:val="both"/>
      </w:pPr>
      <w:proofErr w:type="gramStart"/>
      <w:r>
        <w:t xml:space="preserve">б) Общероссийской общественно-государственной просветительской организации "Российское общество "Знание", Общероссийской общественной организации "Ассоциация юристов России", иным заинтересованным общественным организациям обеспечить создание художественных и документальных фильмов, радио- и телевизионных программ, интернет-роликов, иной </w:t>
      </w:r>
      <w:proofErr w:type="spellStart"/>
      <w:r>
        <w:t>медиапродукции</w:t>
      </w:r>
      <w:proofErr w:type="spellEnd"/>
      <w:r>
        <w:t>, способствующих формированию в обществе активного неприятия всех форм коррупции, повышению престижа государственной службы, а также пропагандирующих соблюдение всеми членами общества требований антикоррупционных стандартов;</w:t>
      </w:r>
      <w:proofErr w:type="gramEnd"/>
    </w:p>
    <w:p w:rsidR="00B90AE8" w:rsidRDefault="00B90AE8">
      <w:pPr>
        <w:pStyle w:val="ConsPlusNormal"/>
        <w:ind w:firstLine="540"/>
        <w:jc w:val="both"/>
      </w:pPr>
      <w:r>
        <w:t xml:space="preserve">в) федеральному государственному бюджетному образовательному учреждению высшего и послевузовского профессионального образования "Всероссийский государственный институт кинематографии имени </w:t>
      </w:r>
      <w:proofErr w:type="spellStart"/>
      <w:r>
        <w:t>С.А</w:t>
      </w:r>
      <w:proofErr w:type="spellEnd"/>
      <w:r>
        <w:t xml:space="preserve">. Герасимова", федеральному государственному бюджетному образовательному учреждению высшего профессионального образования "Московский </w:t>
      </w:r>
      <w:r>
        <w:lastRenderedPageBreak/>
        <w:t>архитектурный институт (государственная академия)" организовать проведение ежегодных конкурсов социальной антикоррупционной рекламы (плакат, баннер, видеоролик).</w:t>
      </w:r>
    </w:p>
    <w:p w:rsidR="00B90AE8" w:rsidRDefault="00B90AE8">
      <w:pPr>
        <w:pStyle w:val="ConsPlusNormal"/>
        <w:ind w:firstLine="540"/>
        <w:jc w:val="both"/>
      </w:pPr>
      <w:r>
        <w:t>Доклад о результатах исполнения настоящего пункта представить до 1 сентября 2017 г.</w:t>
      </w:r>
    </w:p>
    <w:p w:rsidR="00B90AE8" w:rsidRDefault="00B90AE8">
      <w:pPr>
        <w:pStyle w:val="ConsPlusNormal"/>
        <w:ind w:firstLine="540"/>
        <w:jc w:val="both"/>
      </w:pPr>
    </w:p>
    <w:p w:rsidR="00B90AE8" w:rsidRDefault="00B90AE8">
      <w:pPr>
        <w:pStyle w:val="ConsPlusNormal"/>
        <w:ind w:firstLine="540"/>
        <w:jc w:val="both"/>
      </w:pPr>
    </w:p>
    <w:p w:rsidR="00B90AE8" w:rsidRDefault="00B90AE8">
      <w:pPr>
        <w:pStyle w:val="ConsPlusNormal"/>
        <w:pBdr>
          <w:top w:val="single" w:sz="6" w:space="0" w:color="auto"/>
        </w:pBdr>
        <w:spacing w:before="100" w:after="100"/>
        <w:jc w:val="both"/>
        <w:rPr>
          <w:sz w:val="2"/>
          <w:szCs w:val="2"/>
        </w:rPr>
      </w:pPr>
    </w:p>
    <w:p w:rsidR="00280AAA" w:rsidRDefault="00280AAA"/>
    <w:sectPr w:rsidR="00280AAA" w:rsidSect="00B924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0AE8"/>
    <w:rsid w:val="00280AAA"/>
    <w:rsid w:val="00AB4AF8"/>
    <w:rsid w:val="00B90A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90AE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90AE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90AE8"/>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90AE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90AE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90AE8"/>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A1D241576824CEDC20E49920E4CA47194A798482D0164CF69D171F9F919799D082DAD14B922F0B9QBe1N" TargetMode="External"/><Relationship Id="rId13" Type="http://schemas.openxmlformats.org/officeDocument/2006/relationships/hyperlink" Target="consultantplus://offline/ref=FA1D241576824CEDC20E49920E4CA47197AF90492B0364CF69D171F9F9Q1e9N" TargetMode="External"/><Relationship Id="rId18" Type="http://schemas.openxmlformats.org/officeDocument/2006/relationships/hyperlink" Target="consultantplus://offline/ref=FA1D241576824CEDC20E49920E4CA47194A798482D0164CF69D171F9F9Q1e9N" TargetMode="External"/><Relationship Id="rId3" Type="http://schemas.openxmlformats.org/officeDocument/2006/relationships/settings" Target="settings.xml"/><Relationship Id="rId21" Type="http://schemas.openxmlformats.org/officeDocument/2006/relationships/hyperlink" Target="consultantplus://offline/ref=FA1D241576824CEDC20E49920E4CA47197A5994B280764CF69D171F9F9Q1e9N" TargetMode="External"/><Relationship Id="rId7" Type="http://schemas.openxmlformats.org/officeDocument/2006/relationships/hyperlink" Target="consultantplus://offline/ref=FA1D241576824CEDC20E49920E4CA47197A59F4B2F0664CF69D171F9F919799D082DAD14B923F7BBQBeDN" TargetMode="External"/><Relationship Id="rId12" Type="http://schemas.openxmlformats.org/officeDocument/2006/relationships/hyperlink" Target="consultantplus://offline/ref=FA1D241576824CEDC20E49920E4CA47197A59F4B2F0664CF69D171F9F919799D082DAD14B923F7BBQBeDN" TargetMode="External"/><Relationship Id="rId17" Type="http://schemas.openxmlformats.org/officeDocument/2006/relationships/hyperlink" Target="consultantplus://offline/ref=FA1D241576824CEDC20E49920E4CA47194A798482D0164CF69D171F9F9Q1e9N" TargetMode="External"/><Relationship Id="rId25"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consultantplus://offline/ref=FA1D241576824CEDC20E49920E4CA47194A7984F2A0E64CF69D171F9F919799D082DAD1CQBe9N" TargetMode="External"/><Relationship Id="rId20" Type="http://schemas.openxmlformats.org/officeDocument/2006/relationships/hyperlink" Target="consultantplus://offline/ref=FA1D241576824CEDC20E49920E4CA47194A7984F2A0E64CF69D171F9F919799D082DAD17QBe1N" TargetMode="External"/><Relationship Id="rId1" Type="http://schemas.openxmlformats.org/officeDocument/2006/relationships/styles" Target="styles.xml"/><Relationship Id="rId6" Type="http://schemas.openxmlformats.org/officeDocument/2006/relationships/hyperlink" Target="consultantplus://offline/ref=FA1D241576824CEDC20E49920E4CA47194A7984F2A0E64CF69D171F9F919799D082DAD14B923F7BAQBe1N" TargetMode="External"/><Relationship Id="rId11" Type="http://schemas.openxmlformats.org/officeDocument/2006/relationships/hyperlink" Target="consultantplus://offline/ref=FA1D241576824CEDC20E49920E4CA47194A7984F2B0564CF69D171F9F9Q1e9N" TargetMode="External"/><Relationship Id="rId24" Type="http://schemas.openxmlformats.org/officeDocument/2006/relationships/fontTable" Target="fontTable.xml"/><Relationship Id="rId5" Type="http://schemas.openxmlformats.org/officeDocument/2006/relationships/hyperlink" Target="http://www.consultant.ru" TargetMode="External"/><Relationship Id="rId15" Type="http://schemas.openxmlformats.org/officeDocument/2006/relationships/hyperlink" Target="consultantplus://offline/ref=FA1D241576824CEDC20E49920E4CA47194A7984F2A0E64CF69D171F9F919799D082DAD17QBe1N" TargetMode="External"/><Relationship Id="rId23" Type="http://schemas.openxmlformats.org/officeDocument/2006/relationships/hyperlink" Target="consultantplus://offline/ref=FA1D241576824CEDC20E49920E4CA47197AE9F432E0164CF69D171F9F9Q1e9N" TargetMode="External"/><Relationship Id="rId10" Type="http://schemas.openxmlformats.org/officeDocument/2006/relationships/hyperlink" Target="consultantplus://offline/ref=FA1D241576824CEDC20E44811B4CA47192A39A43250F64CF69D171F9F919799D082DAD14B923F7B9QBe1N" TargetMode="External"/><Relationship Id="rId19" Type="http://schemas.openxmlformats.org/officeDocument/2006/relationships/hyperlink" Target="consultantplus://offline/ref=FA1D241576824CEDC20E49920E4CA47194A7984F2A0764CF69D171F9F9Q1e9N" TargetMode="External"/><Relationship Id="rId4" Type="http://schemas.openxmlformats.org/officeDocument/2006/relationships/webSettings" Target="webSettings.xml"/><Relationship Id="rId9" Type="http://schemas.openxmlformats.org/officeDocument/2006/relationships/hyperlink" Target="consultantplus://offline/ref=FA1D241576824CEDC20E49920E4CA47194A79B482F0364CF69D171F9F919799D082DAD16B92BQFe7N" TargetMode="External"/><Relationship Id="rId14" Type="http://schemas.openxmlformats.org/officeDocument/2006/relationships/hyperlink" Target="consultantplus://offline/ref=FA1D241576824CEDC20E49920E4CA47197AF9B4A2E0464CF69D171F9F919799D082DAD14B923F7BDQBeDN" TargetMode="External"/><Relationship Id="rId22" Type="http://schemas.openxmlformats.org/officeDocument/2006/relationships/hyperlink" Target="consultantplus://offline/ref=FA1D241576824CEDC20E49920E4CA47194A7984F2A0E64CF69D171F9F919799D082DADQ1e2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Pages>
  <Words>7244</Words>
  <Characters>41291</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Маркова Галина Андреевна</dc:creator>
  <cp:lastModifiedBy>Шишкина Марина Павловна</cp:lastModifiedBy>
  <cp:revision>2</cp:revision>
  <dcterms:created xsi:type="dcterms:W3CDTF">2019-02-15T12:26:00Z</dcterms:created>
  <dcterms:modified xsi:type="dcterms:W3CDTF">2019-02-15T12:26:00Z</dcterms:modified>
</cp:coreProperties>
</file>